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BD6DDB" w:rsidP="00BD6DDB" w:rsidRDefault="00CD6897" w14:paraId="26AE5EEE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FF4AF8">
        <w:rPr>
          <w:rFonts w:ascii="Times New Roman" w:hAnsi="Times New Roman"/>
          <w:b/>
        </w:rPr>
        <w:tab/>
      </w:r>
      <w:r w:rsidRPr="00FF4AF8" w:rsidR="00D6062F">
        <w:rPr>
          <w:rFonts w:ascii="Times New Roman" w:hAnsi="Times New Roman"/>
          <w:b/>
          <w:sz w:val="24"/>
          <w:szCs w:val="24"/>
        </w:rPr>
        <w:tab/>
      </w:r>
      <w:r w:rsidRPr="00FF4AF8" w:rsidR="00D6062F">
        <w:rPr>
          <w:rFonts w:ascii="Times New Roman" w:hAnsi="Times New Roman"/>
          <w:b/>
          <w:sz w:val="24"/>
          <w:szCs w:val="24"/>
        </w:rPr>
        <w:tab/>
      </w:r>
      <w:r w:rsidRPr="00E960BB" w:rsidR="00BD6DDB">
        <w:rPr>
          <w:rFonts w:ascii="Corbel" w:hAnsi="Corbel"/>
          <w:bCs/>
          <w:i/>
        </w:rPr>
        <w:t>Załącznik nr 1.5 do Zarządzenia Rektora UR  nr 12/2019</w:t>
      </w:r>
    </w:p>
    <w:p w:rsidRPr="009C54AE" w:rsidR="00BD6DDB" w:rsidP="00BD6DDB" w:rsidRDefault="00BD6DDB" w14:paraId="0A7C890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BD6DDB" w:rsidP="00BD6DDB" w:rsidRDefault="00BD6DDB" w14:paraId="66A1D710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2022/2023-2024/2025</w:t>
      </w:r>
    </w:p>
    <w:p w:rsidR="00BD6DDB" w:rsidP="00BD6DDB" w:rsidRDefault="00BD6DDB" w14:paraId="69C474E0" w14:textId="77777777">
      <w:pPr>
        <w:tabs>
          <w:tab w:val="left" w:pos="5421"/>
        </w:tabs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BD6DDB" w:rsidP="7D0651BF" w:rsidRDefault="00BD6DDB" w14:paraId="30C49D14" w14:textId="5C200446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D6DDB">
        <w:rPr>
          <w:rFonts w:ascii="Corbel" w:hAnsi="Corbel"/>
          <w:sz w:val="20"/>
          <w:szCs w:val="20"/>
        </w:rPr>
        <w:t>Rok akademicki</w:t>
      </w:r>
      <w:r w:rsidR="153FB285">
        <w:rPr>
          <w:rFonts w:ascii="Corbel" w:hAnsi="Corbel"/>
          <w:sz w:val="20"/>
          <w:szCs w:val="20"/>
        </w:rPr>
        <w:t xml:space="preserve"> </w:t>
      </w:r>
      <w:r w:rsidR="00BD6DDB">
        <w:rPr>
          <w:rFonts w:ascii="Corbel" w:hAnsi="Corbel"/>
          <w:sz w:val="20"/>
          <w:szCs w:val="20"/>
        </w:rPr>
        <w:t>2024/2025</w:t>
      </w:r>
    </w:p>
    <w:p w:rsidR="00234656" w:rsidP="00BD6DDB" w:rsidRDefault="00445970" w14:paraId="50CFF8E4" w14:textId="01CACABB">
      <w:pPr>
        <w:pStyle w:val="Bezodstpw"/>
        <w:rPr>
          <w:rFonts w:ascii="Times New Roman" w:hAnsi="Times New Roman"/>
          <w:sz w:val="24"/>
          <w:szCs w:val="24"/>
        </w:rPr>
      </w:pPr>
      <w:r w:rsidRPr="00FF4AF8">
        <w:rPr>
          <w:rFonts w:ascii="Times New Roman" w:hAnsi="Times New Roman"/>
          <w:sz w:val="24"/>
          <w:szCs w:val="24"/>
        </w:rPr>
        <w:tab/>
      </w:r>
      <w:r w:rsidRPr="00FF4AF8">
        <w:rPr>
          <w:rFonts w:ascii="Times New Roman" w:hAnsi="Times New Roman"/>
          <w:sz w:val="24"/>
          <w:szCs w:val="24"/>
        </w:rPr>
        <w:tab/>
      </w:r>
    </w:p>
    <w:p w:rsidR="00234656" w:rsidP="00D6062F" w:rsidRDefault="00234656" w14:paraId="558C31CC" w14:textId="77777777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Pr="00FF4AF8" w:rsidR="0085747A" w:rsidP="009C54AE" w:rsidRDefault="0071620A" w14:paraId="7E5F3952" w14:textId="77777777">
      <w:pPr>
        <w:pStyle w:val="Punktygwne"/>
        <w:spacing w:before="0" w:after="0"/>
        <w:rPr>
          <w:color w:val="0070C0"/>
          <w:szCs w:val="24"/>
        </w:rPr>
      </w:pPr>
      <w:r w:rsidRPr="00FF4AF8">
        <w:rPr>
          <w:szCs w:val="24"/>
        </w:rPr>
        <w:t xml:space="preserve">1. </w:t>
      </w:r>
      <w:r w:rsidRPr="00FF4AF8" w:rsidR="0085747A">
        <w:rPr>
          <w:szCs w:val="24"/>
        </w:rPr>
        <w:t xml:space="preserve">Podstawowe </w:t>
      </w:r>
      <w:r w:rsidRPr="00FF4AF8" w:rsidR="00445970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F4AF8" w:rsidR="0085747A" w:rsidTr="236CF04F" w14:paraId="1750A13C" w14:textId="77777777">
        <w:tc>
          <w:tcPr>
            <w:tcW w:w="2694" w:type="dxa"/>
            <w:tcMar/>
            <w:vAlign w:val="center"/>
          </w:tcPr>
          <w:p w:rsidRPr="00FF4AF8" w:rsidR="0085747A" w:rsidP="009C54AE" w:rsidRDefault="00C05F44" w14:paraId="2626F34E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F4AF8" w:rsidR="0085747A" w:rsidP="7D0651BF" w:rsidRDefault="000048B8" w14:paraId="3F50BC32" w14:textId="77777777" w14:noSpellErr="1">
            <w:pPr>
              <w:pStyle w:val="Odpowiedzi"/>
              <w:spacing w:before="100" w:beforeAutospacing="on" w:after="100" w:afterAutospacing="on"/>
              <w:rPr>
                <w:b w:val="1"/>
                <w:bCs w:val="1"/>
                <w:sz w:val="24"/>
                <w:szCs w:val="24"/>
              </w:rPr>
            </w:pPr>
            <w:r w:rsidRPr="7D0651BF" w:rsidR="000048B8">
              <w:rPr>
                <w:b w:val="1"/>
                <w:bCs w:val="1"/>
                <w:sz w:val="24"/>
                <w:szCs w:val="24"/>
              </w:rPr>
              <w:t>Prawo wyznaniowe</w:t>
            </w:r>
          </w:p>
        </w:tc>
      </w:tr>
      <w:tr w:rsidRPr="00FF4AF8" w:rsidR="0085747A" w:rsidTr="236CF04F" w14:paraId="09ACA01F" w14:textId="77777777">
        <w:tc>
          <w:tcPr>
            <w:tcW w:w="2694" w:type="dxa"/>
            <w:tcMar/>
            <w:vAlign w:val="center"/>
          </w:tcPr>
          <w:p w:rsidRPr="00FF4AF8" w:rsidR="0085747A" w:rsidP="009C54AE" w:rsidRDefault="00C05F44" w14:paraId="0B4630D3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Kod przedmiotu</w:t>
            </w:r>
            <w:r w:rsidRPr="00FF4AF8" w:rsidR="0085747A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FF4AF8" w:rsidR="0085747A" w:rsidP="009C54AE" w:rsidRDefault="007E006F" w14:paraId="1ECBC0B5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E006F">
              <w:rPr>
                <w:b w:val="0"/>
                <w:sz w:val="24"/>
                <w:szCs w:val="24"/>
              </w:rPr>
              <w:t>ASO 25</w:t>
            </w:r>
          </w:p>
        </w:tc>
      </w:tr>
      <w:tr w:rsidRPr="00FF4AF8" w:rsidR="0085747A" w:rsidTr="236CF04F" w14:paraId="2E7916A1" w14:textId="77777777">
        <w:tc>
          <w:tcPr>
            <w:tcW w:w="2694" w:type="dxa"/>
            <w:tcMar/>
            <w:vAlign w:val="center"/>
          </w:tcPr>
          <w:p w:rsidRPr="00FF4AF8" w:rsidR="0085747A" w:rsidP="00EA4832" w:rsidRDefault="0085747A" w14:paraId="3E8779DD" w14:textId="77777777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nazwa</w:t>
            </w:r>
            <w:r w:rsidRPr="00FF4AF8" w:rsidR="00C05F44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FF4AF8" w:rsidR="0085747A" w:rsidP="7D0651BF" w:rsidRDefault="006E763D" w14:paraId="6E5ADA64" w14:textId="13295EB8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7D0651BF" w:rsidR="006E763D">
              <w:rPr>
                <w:b w:val="0"/>
                <w:bCs w:val="0"/>
                <w:sz w:val="24"/>
                <w:szCs w:val="24"/>
              </w:rPr>
              <w:t>Kolegium Nauk Społecznych</w:t>
            </w:r>
            <w:r w:rsidRPr="7D0651BF" w:rsidR="00A13165">
              <w:rPr>
                <w:b w:val="0"/>
                <w:bCs w:val="0"/>
                <w:sz w:val="24"/>
                <w:szCs w:val="24"/>
              </w:rPr>
              <w:t>,</w:t>
            </w:r>
            <w:r w:rsidRPr="7D0651BF" w:rsidR="006E763D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7D0651BF" w:rsidR="00A13165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FF4AF8" w:rsidR="0085747A" w:rsidTr="236CF04F" w14:paraId="08E573BA" w14:textId="77777777">
        <w:tc>
          <w:tcPr>
            <w:tcW w:w="2694" w:type="dxa"/>
            <w:tcMar/>
            <w:vAlign w:val="center"/>
          </w:tcPr>
          <w:p w:rsidRPr="00FF4AF8" w:rsidR="0085747A" w:rsidP="009C54AE" w:rsidRDefault="0085747A" w14:paraId="7665F254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FF4AF8" w:rsidR="0085747A" w:rsidP="7D0651BF" w:rsidRDefault="006E763D" w14:paraId="400E8A89" w14:textId="412ED3DF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7D0651BF" w:rsidR="42994D42">
              <w:rPr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7D0651BF" w:rsidR="006E763D">
              <w:rPr>
                <w:b w:val="0"/>
                <w:bCs w:val="0"/>
                <w:sz w:val="24"/>
                <w:szCs w:val="24"/>
              </w:rPr>
              <w:t xml:space="preserve">Zakład </w:t>
            </w:r>
            <w:r w:rsidRPr="7D0651BF" w:rsidR="001A4E8B">
              <w:rPr>
                <w:b w:val="0"/>
                <w:bCs w:val="0"/>
                <w:sz w:val="24"/>
                <w:szCs w:val="24"/>
              </w:rPr>
              <w:t>Prawa Rzymskiego</w:t>
            </w:r>
          </w:p>
        </w:tc>
      </w:tr>
      <w:tr w:rsidRPr="00FF4AF8" w:rsidR="0085747A" w:rsidTr="236CF04F" w14:paraId="5FDC42A9" w14:textId="77777777">
        <w:tc>
          <w:tcPr>
            <w:tcW w:w="2694" w:type="dxa"/>
            <w:tcMar/>
            <w:vAlign w:val="center"/>
          </w:tcPr>
          <w:p w:rsidRPr="00FF4AF8" w:rsidR="0085747A" w:rsidP="009C54AE" w:rsidRDefault="0085747A" w14:paraId="659564C2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FF4AF8" w:rsidR="0085747A" w:rsidP="009C54AE" w:rsidRDefault="006E763D" w14:paraId="2F475D8A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F4AF8">
              <w:rPr>
                <w:b w:val="0"/>
                <w:sz w:val="24"/>
                <w:szCs w:val="24"/>
              </w:rPr>
              <w:t>Administracja</w:t>
            </w:r>
          </w:p>
        </w:tc>
      </w:tr>
      <w:tr w:rsidRPr="00FF4AF8" w:rsidR="0085747A" w:rsidTr="236CF04F" w14:paraId="480881BC" w14:textId="77777777">
        <w:tc>
          <w:tcPr>
            <w:tcW w:w="2694" w:type="dxa"/>
            <w:tcMar/>
            <w:vAlign w:val="center"/>
          </w:tcPr>
          <w:p w:rsidRPr="00FF4AF8" w:rsidR="0085747A" w:rsidP="009C54AE" w:rsidRDefault="00DE4A14" w14:paraId="1FF62AD5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F4AF8" w:rsidR="0085747A" w:rsidP="009C54AE" w:rsidRDefault="006E763D" w14:paraId="41D5F443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F4AF8">
              <w:rPr>
                <w:b w:val="0"/>
                <w:sz w:val="24"/>
                <w:szCs w:val="24"/>
              </w:rPr>
              <w:t>I stopnia</w:t>
            </w:r>
          </w:p>
        </w:tc>
      </w:tr>
      <w:tr w:rsidRPr="00FF4AF8" w:rsidR="0085747A" w:rsidTr="236CF04F" w14:paraId="3302E310" w14:textId="77777777">
        <w:tc>
          <w:tcPr>
            <w:tcW w:w="2694" w:type="dxa"/>
            <w:tcMar/>
            <w:vAlign w:val="center"/>
          </w:tcPr>
          <w:p w:rsidRPr="00FF4AF8" w:rsidR="0085747A" w:rsidP="009C54AE" w:rsidRDefault="0085747A" w14:paraId="0965E982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FF4AF8" w:rsidR="0085747A" w:rsidP="236CF04F" w:rsidRDefault="006E763D" w14:paraId="25BBDC65" w14:textId="43611DBD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236CF04F" w:rsidR="32181D3E">
              <w:rPr>
                <w:b w:val="0"/>
                <w:bCs w:val="0"/>
                <w:sz w:val="24"/>
                <w:szCs w:val="24"/>
              </w:rPr>
              <w:t xml:space="preserve">Ogólnoakademicki </w:t>
            </w:r>
          </w:p>
        </w:tc>
      </w:tr>
      <w:tr w:rsidRPr="00FF4AF8" w:rsidR="0085747A" w:rsidTr="236CF04F" w14:paraId="323B2775" w14:textId="77777777">
        <w:tc>
          <w:tcPr>
            <w:tcW w:w="2694" w:type="dxa"/>
            <w:tcMar/>
            <w:vAlign w:val="center"/>
          </w:tcPr>
          <w:p w:rsidRPr="00FF4AF8" w:rsidR="0085747A" w:rsidP="009C54AE" w:rsidRDefault="0085747A" w14:paraId="10CDA486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FF4AF8" w:rsidR="0085747A" w:rsidP="009C54AE" w:rsidRDefault="006E763D" w14:paraId="3C2D55A3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F4AF8">
              <w:rPr>
                <w:b w:val="0"/>
                <w:sz w:val="24"/>
                <w:szCs w:val="24"/>
              </w:rPr>
              <w:t>stacjonarne</w:t>
            </w:r>
          </w:p>
        </w:tc>
      </w:tr>
      <w:tr w:rsidRPr="00FF4AF8" w:rsidR="0085747A" w:rsidTr="236CF04F" w14:paraId="19C77241" w14:textId="77777777">
        <w:tc>
          <w:tcPr>
            <w:tcW w:w="2694" w:type="dxa"/>
            <w:tcMar/>
            <w:vAlign w:val="center"/>
          </w:tcPr>
          <w:p w:rsidRPr="00FF4AF8" w:rsidR="0085747A" w:rsidP="009C54AE" w:rsidRDefault="0085747A" w14:paraId="226573CB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Rok i semestr</w:t>
            </w:r>
            <w:r w:rsidRPr="00FF4AF8" w:rsidR="0030395F">
              <w:rPr>
                <w:sz w:val="24"/>
                <w:szCs w:val="24"/>
              </w:rPr>
              <w:t>/y</w:t>
            </w:r>
            <w:r w:rsidRPr="00FF4AF8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FF4AF8" w:rsidR="0085747A" w:rsidP="7D0651BF" w:rsidRDefault="006E763D" w14:paraId="291806BE" w14:textId="774EA1C7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7D0651BF" w:rsidR="006E763D">
              <w:rPr>
                <w:b w:val="0"/>
                <w:bCs w:val="0"/>
                <w:sz w:val="24"/>
                <w:szCs w:val="24"/>
              </w:rPr>
              <w:t>I</w:t>
            </w:r>
            <w:r w:rsidRPr="7D0651BF" w:rsidR="006A30BA">
              <w:rPr>
                <w:b w:val="0"/>
                <w:bCs w:val="0"/>
                <w:sz w:val="24"/>
                <w:szCs w:val="24"/>
              </w:rPr>
              <w:t>I</w:t>
            </w:r>
            <w:r w:rsidRPr="7D0651BF" w:rsidR="546D4690">
              <w:rPr>
                <w:b w:val="0"/>
                <w:bCs w:val="0"/>
                <w:sz w:val="24"/>
                <w:szCs w:val="24"/>
              </w:rPr>
              <w:t xml:space="preserve"> / </w:t>
            </w:r>
            <w:r w:rsidRPr="7D0651BF" w:rsidR="006E763D">
              <w:rPr>
                <w:b w:val="0"/>
                <w:bCs w:val="0"/>
                <w:sz w:val="24"/>
                <w:szCs w:val="24"/>
              </w:rPr>
              <w:t>I</w:t>
            </w:r>
            <w:r w:rsidRPr="7D0651BF" w:rsidR="006A30BA">
              <w:rPr>
                <w:b w:val="0"/>
                <w:bCs w:val="0"/>
                <w:sz w:val="24"/>
                <w:szCs w:val="24"/>
              </w:rPr>
              <w:t>V</w:t>
            </w:r>
          </w:p>
        </w:tc>
      </w:tr>
      <w:tr w:rsidRPr="00FF4AF8" w:rsidR="0085747A" w:rsidTr="236CF04F" w14:paraId="42C55061" w14:textId="77777777">
        <w:tc>
          <w:tcPr>
            <w:tcW w:w="2694" w:type="dxa"/>
            <w:tcMar/>
            <w:vAlign w:val="center"/>
          </w:tcPr>
          <w:p w:rsidRPr="00FF4AF8" w:rsidR="0085747A" w:rsidP="009C54AE" w:rsidRDefault="0085747A" w14:paraId="1376E92E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FF4AF8" w:rsidR="0085747A" w:rsidP="009C54AE" w:rsidRDefault="006E763D" w14:paraId="53DC3AB7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F4AF8">
              <w:rPr>
                <w:b w:val="0"/>
                <w:sz w:val="24"/>
                <w:szCs w:val="24"/>
              </w:rPr>
              <w:t>Fakultatywny</w:t>
            </w:r>
          </w:p>
        </w:tc>
      </w:tr>
      <w:tr w:rsidRPr="00FF4AF8" w:rsidR="00923D7D" w:rsidTr="236CF04F" w14:paraId="1704CFB6" w14:textId="77777777">
        <w:tc>
          <w:tcPr>
            <w:tcW w:w="2694" w:type="dxa"/>
            <w:tcMar/>
            <w:vAlign w:val="center"/>
          </w:tcPr>
          <w:p w:rsidRPr="00FF4AF8" w:rsidR="00923D7D" w:rsidP="009C54AE" w:rsidRDefault="00923D7D" w14:paraId="26A9612C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FF4AF8" w:rsidR="00923D7D" w:rsidP="009C54AE" w:rsidRDefault="006E763D" w14:paraId="4B0196D9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F4AF8">
              <w:rPr>
                <w:b w:val="0"/>
                <w:sz w:val="24"/>
                <w:szCs w:val="24"/>
              </w:rPr>
              <w:t>polski</w:t>
            </w:r>
          </w:p>
        </w:tc>
      </w:tr>
      <w:tr w:rsidRPr="00FF4AF8" w:rsidR="0085747A" w:rsidTr="236CF04F" w14:paraId="4CDDB7E1" w14:textId="77777777">
        <w:tc>
          <w:tcPr>
            <w:tcW w:w="2694" w:type="dxa"/>
            <w:tcMar/>
            <w:vAlign w:val="center"/>
          </w:tcPr>
          <w:p w:rsidRPr="00FF4AF8" w:rsidR="0085747A" w:rsidP="009C54AE" w:rsidRDefault="0085747A" w14:paraId="2EA13A88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FF4AF8" w:rsidR="0085747A" w:rsidP="009C54AE" w:rsidRDefault="00BD6DDB" w14:paraId="7A4F3CD5" w14:textId="7F40FC6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hab. Artur Łuszczyński, prof. UR</w:t>
            </w:r>
          </w:p>
        </w:tc>
      </w:tr>
      <w:tr w:rsidRPr="00FF4AF8" w:rsidR="00BD6DDB" w:rsidTr="236CF04F" w14:paraId="5534E45C" w14:textId="77777777">
        <w:tc>
          <w:tcPr>
            <w:tcW w:w="2694" w:type="dxa"/>
            <w:tcMar/>
            <w:vAlign w:val="center"/>
          </w:tcPr>
          <w:p w:rsidRPr="00FF4AF8" w:rsidR="00BD6DDB" w:rsidP="00BD6DDB" w:rsidRDefault="00BD6DDB" w14:paraId="70E4205B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FF4AF8" w:rsidR="00BD6DDB" w:rsidP="00BD6DDB" w:rsidRDefault="00BD6DDB" w14:paraId="7ABA394B" w14:textId="16FF8DB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dr Marcin </w:t>
            </w:r>
            <w:proofErr w:type="spellStart"/>
            <w:r>
              <w:rPr>
                <w:b w:val="0"/>
                <w:sz w:val="24"/>
                <w:szCs w:val="24"/>
              </w:rPr>
              <w:t>Merkwa</w:t>
            </w:r>
            <w:proofErr w:type="spellEnd"/>
          </w:p>
        </w:tc>
      </w:tr>
    </w:tbl>
    <w:p w:rsidRPr="00FF4AF8" w:rsidR="00923D7D" w:rsidP="7D0651BF" w:rsidRDefault="0085747A" w14:paraId="69298FD6" w14:textId="03E355B7">
      <w:pPr>
        <w:pStyle w:val="Podpunkty"/>
        <w:spacing w:before="100" w:beforeAutospacing="on" w:after="100" w:afterAutospacing="on"/>
        <w:ind w:left="0"/>
        <w:rPr>
          <w:sz w:val="24"/>
          <w:szCs w:val="24"/>
        </w:rPr>
      </w:pPr>
      <w:r w:rsidRPr="7D0651BF" w:rsidR="0085747A">
        <w:rPr>
          <w:sz w:val="24"/>
          <w:szCs w:val="24"/>
        </w:rPr>
        <w:t xml:space="preserve">* </w:t>
      </w:r>
      <w:r w:rsidRPr="7D0651BF" w:rsidR="0085747A">
        <w:rPr>
          <w:i w:val="1"/>
          <w:iCs w:val="1"/>
          <w:sz w:val="24"/>
          <w:szCs w:val="24"/>
        </w:rPr>
        <w:t>-</w:t>
      </w:r>
      <w:r w:rsidRPr="7D0651BF" w:rsidR="00B90885">
        <w:rPr>
          <w:b w:val="0"/>
          <w:bCs w:val="0"/>
          <w:i w:val="1"/>
          <w:iCs w:val="1"/>
          <w:sz w:val="24"/>
          <w:szCs w:val="24"/>
        </w:rPr>
        <w:t>opcjonalni</w:t>
      </w:r>
      <w:r w:rsidRPr="7D0651BF" w:rsidR="00B90885">
        <w:rPr>
          <w:b w:val="0"/>
          <w:bCs w:val="0"/>
          <w:sz w:val="24"/>
          <w:szCs w:val="24"/>
        </w:rPr>
        <w:t>e,</w:t>
      </w:r>
      <w:r w:rsidRPr="7D0651BF" w:rsidR="261A5612">
        <w:rPr>
          <w:b w:val="0"/>
          <w:bCs w:val="0"/>
          <w:sz w:val="24"/>
          <w:szCs w:val="24"/>
        </w:rPr>
        <w:t xml:space="preserve"> </w:t>
      </w:r>
      <w:r w:rsidRPr="7D0651BF" w:rsidR="0085747A">
        <w:rPr>
          <w:b w:val="0"/>
          <w:bCs w:val="0"/>
          <w:i w:val="1"/>
          <w:iCs w:val="1"/>
          <w:sz w:val="24"/>
          <w:szCs w:val="24"/>
        </w:rPr>
        <w:t>zgodnie</w:t>
      </w:r>
      <w:r w:rsidRPr="7D0651BF" w:rsidR="0085747A">
        <w:rPr>
          <w:b w:val="0"/>
          <w:bCs w:val="0"/>
          <w:i w:val="1"/>
          <w:iCs w:val="1"/>
          <w:sz w:val="24"/>
          <w:szCs w:val="24"/>
        </w:rPr>
        <w:t xml:space="preserve"> z ustaleniami </w:t>
      </w:r>
      <w:r w:rsidRPr="7D0651BF" w:rsidR="00B90885">
        <w:rPr>
          <w:b w:val="0"/>
          <w:bCs w:val="0"/>
          <w:i w:val="1"/>
          <w:iCs w:val="1"/>
          <w:sz w:val="24"/>
          <w:szCs w:val="24"/>
        </w:rPr>
        <w:t>w Jednostce</w:t>
      </w:r>
    </w:p>
    <w:p w:rsidR="7D0651BF" w:rsidP="7D0651BF" w:rsidRDefault="7D0651BF" w14:paraId="45F54EEF" w14:textId="3014FD98">
      <w:pPr>
        <w:pStyle w:val="Podpunkty"/>
        <w:spacing w:beforeAutospacing="on" w:afterAutospacing="on"/>
        <w:ind w:left="0"/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2"/>
          <w:szCs w:val="22"/>
        </w:rPr>
      </w:pPr>
    </w:p>
    <w:p w:rsidRPr="00FF4AF8" w:rsidR="0085747A" w:rsidP="009C54AE" w:rsidRDefault="0085747A" w14:paraId="7A7FEC97" w14:textId="77777777">
      <w:pPr>
        <w:pStyle w:val="Podpunkty"/>
        <w:ind w:left="284"/>
        <w:rPr>
          <w:sz w:val="24"/>
          <w:szCs w:val="24"/>
        </w:rPr>
      </w:pPr>
      <w:r w:rsidRPr="00FF4AF8">
        <w:rPr>
          <w:sz w:val="24"/>
          <w:szCs w:val="24"/>
        </w:rPr>
        <w:t>1.</w:t>
      </w:r>
      <w:r w:rsidRPr="00FF4AF8" w:rsidR="00E22FBC">
        <w:rPr>
          <w:sz w:val="24"/>
          <w:szCs w:val="24"/>
        </w:rPr>
        <w:t>1</w:t>
      </w:r>
      <w:r w:rsidRPr="00FF4AF8">
        <w:rPr>
          <w:sz w:val="24"/>
          <w:szCs w:val="24"/>
        </w:rPr>
        <w:t xml:space="preserve">.Formy zajęć dydaktycznych, wymiar godzin i punktów ECTS </w:t>
      </w:r>
    </w:p>
    <w:p w:rsidRPr="00FF4AF8" w:rsidR="00923D7D" w:rsidP="009C54AE" w:rsidRDefault="00923D7D" w14:paraId="18A4539F" w14:textId="77777777">
      <w:pPr>
        <w:pStyle w:val="Podpunkty"/>
        <w:ind w:left="0"/>
        <w:rPr>
          <w:sz w:val="24"/>
          <w:szCs w:val="24"/>
        </w:rPr>
      </w:pPr>
    </w:p>
    <w:tbl>
      <w:tblPr>
        <w:tblW w:w="96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945"/>
        <w:gridCol w:w="719"/>
        <w:gridCol w:w="821"/>
        <w:gridCol w:w="763"/>
        <w:gridCol w:w="948"/>
        <w:gridCol w:w="1189"/>
        <w:gridCol w:w="1505"/>
      </w:tblGrid>
      <w:tr w:rsidRPr="00FF4AF8" w:rsidR="00015B8F" w:rsidTr="7D0651BF" w14:paraId="722F683D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F4AF8" w:rsidR="00015B8F" w:rsidP="009C54AE" w:rsidRDefault="002B5EA0" w14:paraId="7A21724C" w14:textId="040803D3">
            <w:pPr>
              <w:pStyle w:val="Nagwkitablic"/>
              <w:spacing w:line="240" w:lineRule="auto"/>
              <w:jc w:val="center"/>
            </w:pPr>
            <w:r w:rsidR="2C4E6ED2">
              <w:rPr/>
              <w:t>Semestr</w:t>
            </w:r>
            <w:r w:rsidR="20D6D8C6">
              <w:rPr/>
              <w:t>(</w:t>
            </w:r>
            <w:r w:rsidR="056D4B62">
              <w:rPr/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F4AF8" w:rsidR="00015B8F" w:rsidP="009C54AE" w:rsidRDefault="00015B8F" w14:paraId="702AB53C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F4AF8">
              <w:rPr>
                <w:szCs w:val="24"/>
              </w:rPr>
              <w:t>Wykł</w:t>
            </w:r>
            <w:proofErr w:type="spellEnd"/>
            <w:r w:rsidRPr="00FF4AF8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F4AF8" w:rsidR="00015B8F" w:rsidP="009C54AE" w:rsidRDefault="00015B8F" w14:paraId="3177A0BB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F4AF8">
              <w:rPr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F4AF8" w:rsidR="00015B8F" w:rsidP="009C54AE" w:rsidRDefault="00015B8F" w14:paraId="555DE8FE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F4AF8">
              <w:rPr>
                <w:szCs w:val="24"/>
              </w:rPr>
              <w:t>Konw</w:t>
            </w:r>
            <w:proofErr w:type="spellEnd"/>
            <w:r w:rsidRPr="00FF4AF8">
              <w:rPr>
                <w:szCs w:val="24"/>
              </w:rPr>
              <w:t>.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F4AF8" w:rsidR="00015B8F" w:rsidP="009C54AE" w:rsidRDefault="00015B8F" w14:paraId="0EC047EB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F4AF8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F4AF8" w:rsidR="00015B8F" w:rsidP="009C54AE" w:rsidRDefault="00015B8F" w14:paraId="0193CE94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F4AF8">
              <w:rPr>
                <w:szCs w:val="24"/>
              </w:rPr>
              <w:t>Sem</w:t>
            </w:r>
            <w:proofErr w:type="spellEnd"/>
            <w:r w:rsidRPr="00FF4AF8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F4AF8" w:rsidR="00015B8F" w:rsidP="009C54AE" w:rsidRDefault="00015B8F" w14:paraId="1E68ACD4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F4AF8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F4AF8" w:rsidR="00015B8F" w:rsidP="009C54AE" w:rsidRDefault="00015B8F" w14:paraId="30BB092D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F4AF8">
              <w:rPr>
                <w:szCs w:val="24"/>
              </w:rPr>
              <w:t>Prakt</w:t>
            </w:r>
            <w:proofErr w:type="spellEnd"/>
            <w:r w:rsidRPr="00FF4AF8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F4AF8" w:rsidR="00015B8F" w:rsidP="009C54AE" w:rsidRDefault="00015B8F" w14:paraId="125BBF42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F4AF8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F4AF8" w:rsidR="00015B8F" w:rsidP="009C54AE" w:rsidRDefault="00015B8F" w14:paraId="64C4EFC6" w14:textId="77777777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F4AF8">
              <w:rPr>
                <w:b/>
                <w:szCs w:val="24"/>
              </w:rPr>
              <w:t>Liczba pkt</w:t>
            </w:r>
            <w:r w:rsidRPr="00FF4AF8" w:rsidR="00B90885">
              <w:rPr>
                <w:b/>
                <w:szCs w:val="24"/>
              </w:rPr>
              <w:t>.</w:t>
            </w:r>
            <w:r w:rsidRPr="00FF4AF8">
              <w:rPr>
                <w:b/>
                <w:szCs w:val="24"/>
              </w:rPr>
              <w:t xml:space="preserve"> ECTS</w:t>
            </w:r>
          </w:p>
        </w:tc>
      </w:tr>
      <w:tr w:rsidRPr="00FF4AF8" w:rsidR="00015B8F" w:rsidTr="7D0651BF" w14:paraId="21C1F717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30BA" w:rsidR="00015B8F" w:rsidP="006A30BA" w:rsidRDefault="00BD6DDB" w14:paraId="7950AB2F" w14:textId="3290AA4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30BA" w:rsidR="00015B8F" w:rsidP="006A30BA" w:rsidRDefault="00015B8F" w14:paraId="26C41C1E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30BA" w:rsidR="00015B8F" w:rsidP="006A30BA" w:rsidRDefault="00015B8F" w14:paraId="4C77700F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30BA" w:rsidR="00015B8F" w:rsidP="006A30BA" w:rsidRDefault="007E006F" w14:paraId="1D12BC07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 w:rsidRPr="006A30BA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30BA" w:rsidR="00015B8F" w:rsidP="006A30BA" w:rsidRDefault="00015B8F" w14:paraId="72C42471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30BA" w:rsidR="00015B8F" w:rsidP="006A30BA" w:rsidRDefault="00015B8F" w14:paraId="69B70353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30BA" w:rsidR="00015B8F" w:rsidP="006A30BA" w:rsidRDefault="00015B8F" w14:paraId="2D078628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30BA" w:rsidR="00015B8F" w:rsidP="006A30BA" w:rsidRDefault="00015B8F" w14:paraId="14B281CD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30BA" w:rsidR="00015B8F" w:rsidP="006A30BA" w:rsidRDefault="00015B8F" w14:paraId="1F2A6413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30BA" w:rsidR="00015B8F" w:rsidP="006A30BA" w:rsidRDefault="006A30BA" w14:paraId="384DF522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 w:rsidRPr="006A30BA">
              <w:rPr>
                <w:b/>
                <w:sz w:val="24"/>
                <w:szCs w:val="24"/>
              </w:rPr>
              <w:t>3</w:t>
            </w:r>
          </w:p>
        </w:tc>
      </w:tr>
    </w:tbl>
    <w:p w:rsidRPr="00FF4AF8" w:rsidR="00923D7D" w:rsidP="00D6062F" w:rsidRDefault="00923D7D" w14:paraId="2930E9C0" w14:textId="77777777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Pr="00FF4AF8" w:rsidR="0085747A" w:rsidP="00F83B28" w:rsidRDefault="0085747A" w14:paraId="54842DA9" w14:textId="77777777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F4AF8">
        <w:rPr>
          <w:smallCaps w:val="0"/>
          <w:szCs w:val="24"/>
        </w:rPr>
        <w:t>1.</w:t>
      </w:r>
      <w:r w:rsidRPr="00FF4AF8" w:rsidR="00E22FBC">
        <w:rPr>
          <w:smallCaps w:val="0"/>
          <w:szCs w:val="24"/>
        </w:rPr>
        <w:t>2</w:t>
      </w:r>
      <w:r w:rsidRPr="00FF4AF8" w:rsidR="00F83B28">
        <w:rPr>
          <w:smallCaps w:val="0"/>
          <w:szCs w:val="24"/>
        </w:rPr>
        <w:t>.</w:t>
      </w:r>
      <w:r w:rsidRPr="00FF4AF8" w:rsidR="00F83B28">
        <w:rPr>
          <w:smallCaps w:val="0"/>
          <w:szCs w:val="24"/>
        </w:rPr>
        <w:tab/>
      </w:r>
      <w:r w:rsidRPr="00FF4AF8">
        <w:rPr>
          <w:smallCaps w:val="0"/>
          <w:szCs w:val="24"/>
        </w:rPr>
        <w:t xml:space="preserve">Sposób realizacji zajęć  </w:t>
      </w:r>
    </w:p>
    <w:p w:rsidRPr="00FF4AF8" w:rsidR="0085747A" w:rsidP="00F83B28" w:rsidRDefault="006E763D" w14:paraId="6DD88E19" w14:textId="77777777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F4AF8">
        <w:rPr>
          <w:rFonts w:eastAsia="MS Gothic"/>
          <w:b w:val="0"/>
          <w:szCs w:val="24"/>
        </w:rPr>
        <w:t>x</w:t>
      </w:r>
      <w:r w:rsidRPr="00FF4AF8" w:rsidR="0085747A">
        <w:rPr>
          <w:b w:val="0"/>
          <w:smallCaps w:val="0"/>
          <w:szCs w:val="24"/>
        </w:rPr>
        <w:t xml:space="preserve"> zajęcia w formie tradycyjnej </w:t>
      </w:r>
    </w:p>
    <w:p w:rsidR="0085747A" w:rsidP="00D6062F" w:rsidRDefault="006E763D" w14:paraId="27D04FE4" w14:textId="77777777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F4AF8">
        <w:rPr>
          <w:rFonts w:eastAsia="MS Gothic"/>
          <w:b w:val="0"/>
          <w:szCs w:val="24"/>
        </w:rPr>
        <w:t>x</w:t>
      </w:r>
      <w:r w:rsidRPr="00FF4AF8" w:rsidR="0085747A">
        <w:rPr>
          <w:b w:val="0"/>
          <w:smallCaps w:val="0"/>
          <w:szCs w:val="24"/>
        </w:rPr>
        <w:t xml:space="preserve"> zajęcia realizowane z wykorzystaniem metod i technik kształcenia na odległość</w:t>
      </w:r>
      <w:r w:rsidRPr="00FF4AF8">
        <w:rPr>
          <w:b w:val="0"/>
          <w:smallCaps w:val="0"/>
          <w:szCs w:val="24"/>
        </w:rPr>
        <w:t xml:space="preserve"> ( przekaz audiowizualny z wykorzystaniem platformy MS TEAMS)</w:t>
      </w:r>
    </w:p>
    <w:p w:rsidRPr="00FF4AF8" w:rsidR="007E006F" w:rsidP="00D6062F" w:rsidRDefault="007E006F" w14:paraId="7D95AC93" w14:textId="77777777">
      <w:pPr>
        <w:pStyle w:val="Punktygwne"/>
        <w:spacing w:before="0" w:after="0"/>
        <w:ind w:left="709"/>
        <w:rPr>
          <w:b w:val="0"/>
          <w:smallCaps w:val="0"/>
          <w:szCs w:val="24"/>
        </w:rPr>
      </w:pPr>
    </w:p>
    <w:p w:rsidRPr="00FF4AF8" w:rsidR="00E22FBC" w:rsidP="00F83B28" w:rsidRDefault="00E22FBC" w14:paraId="720A7FEE" w14:textId="77777777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FF4AF8">
        <w:rPr>
          <w:smallCaps w:val="0"/>
          <w:szCs w:val="24"/>
        </w:rPr>
        <w:t xml:space="preserve">1.3 </w:t>
      </w:r>
      <w:r w:rsidRPr="00FF4AF8" w:rsidR="00F83B28">
        <w:rPr>
          <w:smallCaps w:val="0"/>
          <w:szCs w:val="24"/>
        </w:rPr>
        <w:tab/>
      </w:r>
      <w:r w:rsidRPr="00FF4AF8">
        <w:rPr>
          <w:smallCaps w:val="0"/>
          <w:szCs w:val="24"/>
        </w:rPr>
        <w:t>For</w:t>
      </w:r>
      <w:r w:rsidRPr="00FF4AF8" w:rsidR="00445970">
        <w:rPr>
          <w:smallCaps w:val="0"/>
          <w:szCs w:val="24"/>
        </w:rPr>
        <w:t xml:space="preserve">ma zaliczenia przedmiotu </w:t>
      </w:r>
      <w:r w:rsidRPr="00FF4AF8">
        <w:rPr>
          <w:smallCaps w:val="0"/>
          <w:szCs w:val="24"/>
        </w:rPr>
        <w:t xml:space="preserve"> (z toku) </w:t>
      </w:r>
      <w:r w:rsidRPr="00FF4AF8">
        <w:rPr>
          <w:b w:val="0"/>
          <w:smallCaps w:val="0"/>
          <w:szCs w:val="24"/>
        </w:rPr>
        <w:t>(egzamin, zaliczenie z oceną, zaliczenie bez oceny)</w:t>
      </w:r>
    </w:p>
    <w:p w:rsidR="007E006F" w:rsidP="00F83B28" w:rsidRDefault="007E006F" w14:paraId="17DAC978" w14:textId="77777777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</w:p>
    <w:p w:rsidRPr="00FF4AF8" w:rsidR="006E763D" w:rsidP="00F83B28" w:rsidRDefault="006A30BA" w14:paraId="3F6FCBBF" w14:textId="77777777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>
        <w:rPr>
          <w:smallCaps w:val="0"/>
          <w:szCs w:val="24"/>
        </w:rPr>
        <w:t>Zaliczenie z oceną</w:t>
      </w:r>
    </w:p>
    <w:p w:rsidRPr="00FF4AF8" w:rsidR="00E960BB" w:rsidP="009C54AE" w:rsidRDefault="00E960BB" w14:paraId="3EE83F58" w14:textId="77777777">
      <w:pPr>
        <w:pStyle w:val="Punktygwne"/>
        <w:spacing w:before="0" w:after="0"/>
        <w:rPr>
          <w:b w:val="0"/>
          <w:szCs w:val="24"/>
        </w:rPr>
      </w:pPr>
    </w:p>
    <w:p w:rsidRPr="00FF4AF8" w:rsidR="00E960BB" w:rsidP="009C54AE" w:rsidRDefault="0085747A" w14:paraId="6ED2EE74" w14:textId="77777777">
      <w:pPr>
        <w:pStyle w:val="Punktygwne"/>
        <w:spacing w:before="0" w:after="0"/>
        <w:rPr>
          <w:szCs w:val="24"/>
        </w:rPr>
      </w:pPr>
      <w:r w:rsidR="0085747A">
        <w:rPr/>
        <w:t xml:space="preserve">2.Wymagania wstępne </w:t>
      </w:r>
    </w:p>
    <w:p w:rsidR="7D0651BF" w:rsidP="7D0651BF" w:rsidRDefault="7D0651BF" w14:paraId="448378AE" w14:textId="27AB6B44">
      <w:pPr>
        <w:pStyle w:val="Punktygwne"/>
        <w:spacing w:before="0" w:after="0"/>
        <w:rPr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FF4AF8" w:rsidR="0085747A" w:rsidTr="00745302" w14:paraId="45C367FF" w14:textId="77777777">
        <w:tc>
          <w:tcPr>
            <w:tcW w:w="9670" w:type="dxa"/>
          </w:tcPr>
          <w:p w:rsidRPr="00FF4AF8" w:rsidR="0085747A" w:rsidP="000048B8" w:rsidRDefault="000048B8" w14:paraId="2D12D007" w14:textId="77777777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FF4AF8">
              <w:rPr>
                <w:b w:val="0"/>
                <w:smallCaps w:val="0"/>
                <w:color w:val="000000"/>
                <w:szCs w:val="24"/>
              </w:rPr>
              <w:t>Ogólna wiedza z zakresu religioznawstwa na poziomie szkoły ponadgimnazjalnej; znajomość podstawowych pojęć prawnych</w:t>
            </w:r>
          </w:p>
        </w:tc>
      </w:tr>
    </w:tbl>
    <w:p w:rsidRPr="00FF4AF8" w:rsidR="00153C41" w:rsidP="009C54AE" w:rsidRDefault="00153C41" w14:paraId="7479781A" w14:textId="77777777">
      <w:pPr>
        <w:pStyle w:val="Punktygwne"/>
        <w:spacing w:before="0" w:after="0"/>
        <w:rPr>
          <w:szCs w:val="24"/>
        </w:rPr>
      </w:pPr>
    </w:p>
    <w:p w:rsidRPr="00FF4AF8" w:rsidR="0085747A" w:rsidP="009C54AE" w:rsidRDefault="0071620A" w14:paraId="73016ECF" w14:textId="77777777">
      <w:pPr>
        <w:pStyle w:val="Punktygwne"/>
        <w:spacing w:before="0" w:after="0"/>
        <w:rPr>
          <w:szCs w:val="24"/>
        </w:rPr>
      </w:pPr>
      <w:r w:rsidRPr="00FF4AF8">
        <w:rPr>
          <w:szCs w:val="24"/>
        </w:rPr>
        <w:t>3.</w:t>
      </w:r>
      <w:r w:rsidRPr="00FF4AF8" w:rsidR="00A84C85">
        <w:rPr>
          <w:szCs w:val="24"/>
        </w:rPr>
        <w:t>cele, efekty uczenia się</w:t>
      </w:r>
      <w:r w:rsidRPr="00FF4AF8" w:rsidR="0085747A">
        <w:rPr>
          <w:szCs w:val="24"/>
        </w:rPr>
        <w:t xml:space="preserve"> , treści Programowe i stosowane metody Dydaktyczne</w:t>
      </w:r>
    </w:p>
    <w:p w:rsidRPr="00FF4AF8" w:rsidR="0085747A" w:rsidP="009C54AE" w:rsidRDefault="0085747A" w14:paraId="1904F4A9" w14:textId="77777777">
      <w:pPr>
        <w:pStyle w:val="Punktygwne"/>
        <w:spacing w:before="0" w:after="0"/>
        <w:rPr>
          <w:szCs w:val="24"/>
        </w:rPr>
      </w:pPr>
    </w:p>
    <w:p w:rsidRPr="00FF4AF8" w:rsidR="0085747A" w:rsidP="009C54AE" w:rsidRDefault="0071620A" w14:paraId="6E2ABBCD" w14:textId="77777777">
      <w:pPr>
        <w:pStyle w:val="Podpunkty"/>
        <w:rPr>
          <w:sz w:val="24"/>
          <w:szCs w:val="24"/>
        </w:rPr>
      </w:pPr>
      <w:r w:rsidRPr="00FF4AF8">
        <w:rPr>
          <w:sz w:val="24"/>
          <w:szCs w:val="24"/>
        </w:rPr>
        <w:lastRenderedPageBreak/>
        <w:t xml:space="preserve">3.1 </w:t>
      </w:r>
      <w:r w:rsidRPr="00FF4AF8" w:rsidR="00C05F44">
        <w:rPr>
          <w:sz w:val="24"/>
          <w:szCs w:val="24"/>
        </w:rPr>
        <w:t>Cele przedmiotu</w:t>
      </w:r>
    </w:p>
    <w:p w:rsidRPr="00FF4AF8" w:rsidR="00F83B28" w:rsidP="009C54AE" w:rsidRDefault="00F83B28" w14:paraId="7873A174" w14:textId="77777777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FF4AF8" w:rsidR="00B04E9A" w:rsidTr="00B04E9A" w14:paraId="494A8905" w14:textId="77777777"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F4AF8" w:rsidR="00B04E9A" w:rsidP="00B04E9A" w:rsidRDefault="00B04E9A" w14:paraId="0705D442" w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i/>
                <w:sz w:val="24"/>
                <w:szCs w:val="24"/>
              </w:rPr>
            </w:pPr>
            <w:r w:rsidRPr="00FF4AF8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F4AF8" w:rsidR="00B04E9A" w:rsidP="00B04E9A" w:rsidRDefault="000048B8" w14:paraId="05AC97DC" w14:textId="77777777">
            <w:pPr>
              <w:pStyle w:val="Podpunkty"/>
              <w:spacing w:before="40" w:after="40"/>
              <w:ind w:left="0"/>
              <w:rPr>
                <w:sz w:val="24"/>
                <w:szCs w:val="24"/>
              </w:rPr>
            </w:pPr>
            <w:r w:rsidRPr="00FF4AF8">
              <w:rPr>
                <w:b w:val="0"/>
                <w:bCs/>
                <w:i/>
                <w:sz w:val="24"/>
                <w:szCs w:val="24"/>
              </w:rPr>
              <w:t>poznanie podstaw polskiego prawa wyznaniowego</w:t>
            </w:r>
          </w:p>
        </w:tc>
      </w:tr>
      <w:tr w:rsidRPr="00FF4AF8" w:rsidR="00B04E9A" w:rsidTr="00B04E9A" w14:paraId="7F2282B0" w14:textId="77777777"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F4AF8" w:rsidR="00B04E9A" w:rsidP="00B04E9A" w:rsidRDefault="00B04E9A" w14:paraId="4B776433" w14:textId="77777777">
            <w:pPr>
              <w:pStyle w:val="Cele"/>
              <w:spacing w:before="40" w:after="40"/>
              <w:ind w:left="0" w:firstLine="0"/>
              <w:jc w:val="left"/>
              <w:rPr>
                <w:bCs/>
                <w:i/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F4AF8" w:rsidR="00B04E9A" w:rsidP="00B04E9A" w:rsidRDefault="000048B8" w14:paraId="3E4BDB22" w14:textId="77777777">
            <w:pPr>
              <w:pStyle w:val="Podpunkty"/>
              <w:spacing w:before="40" w:after="40"/>
              <w:ind w:left="0"/>
              <w:jc w:val="left"/>
              <w:rPr>
                <w:sz w:val="24"/>
                <w:szCs w:val="24"/>
              </w:rPr>
            </w:pPr>
            <w:r w:rsidRPr="00FF4AF8">
              <w:rPr>
                <w:b w:val="0"/>
                <w:bCs/>
                <w:i/>
                <w:sz w:val="24"/>
                <w:szCs w:val="24"/>
              </w:rPr>
              <w:t>poznanie zasad Unii Europejskiej w relacjach z kościołami i związkami wyznaniowymi</w:t>
            </w:r>
          </w:p>
        </w:tc>
      </w:tr>
    </w:tbl>
    <w:p w:rsidRPr="00FF4AF8" w:rsidR="00D6062F" w:rsidP="009C54AE" w:rsidRDefault="00D6062F" w14:paraId="69FC83E2" w14:textId="77777777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Pr="00FF4AF8" w:rsidR="001D7B54" w:rsidP="009C54AE" w:rsidRDefault="009F4610" w14:paraId="175C6F50" w14:textId="77777777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F4AF8">
        <w:rPr>
          <w:rFonts w:ascii="Times New Roman" w:hAnsi="Times New Roman"/>
          <w:b/>
          <w:sz w:val="24"/>
          <w:szCs w:val="24"/>
        </w:rPr>
        <w:t xml:space="preserve">3.2 </w:t>
      </w:r>
      <w:r w:rsidRPr="00FF4AF8" w:rsidR="001D7B54">
        <w:rPr>
          <w:rFonts w:ascii="Times New Roman" w:hAnsi="Times New Roman"/>
          <w:b/>
          <w:sz w:val="24"/>
          <w:szCs w:val="24"/>
        </w:rPr>
        <w:t xml:space="preserve">Efekty </w:t>
      </w:r>
      <w:r w:rsidRPr="00FF4AF8" w:rsidR="00C05F44">
        <w:rPr>
          <w:rFonts w:ascii="Times New Roman" w:hAnsi="Times New Roman"/>
          <w:b/>
          <w:sz w:val="24"/>
          <w:szCs w:val="24"/>
        </w:rPr>
        <w:t xml:space="preserve">uczenia się </w:t>
      </w:r>
      <w:r w:rsidRPr="00FF4AF8" w:rsidR="001D7B54">
        <w:rPr>
          <w:rFonts w:ascii="Times New Roman" w:hAnsi="Times New Roman"/>
          <w:b/>
          <w:sz w:val="24"/>
          <w:szCs w:val="24"/>
        </w:rPr>
        <w:t>dla przedmiotu</w:t>
      </w:r>
    </w:p>
    <w:p w:rsidRPr="00FF4AF8" w:rsidR="001D7B54" w:rsidP="009C54AE" w:rsidRDefault="001D7B54" w14:paraId="50270D5A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FF4AF8" w:rsidR="00CB0F5C" w:rsidP="009C54AE" w:rsidRDefault="00CB0F5C" w14:paraId="053825DE" w14:textId="77777777">
      <w:pPr>
        <w:pStyle w:val="Punktygwne"/>
        <w:spacing w:before="0" w:after="0"/>
        <w:rPr>
          <w:b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677"/>
        <w:gridCol w:w="5878"/>
        <w:gridCol w:w="1861"/>
      </w:tblGrid>
      <w:tr w:rsidRPr="00FF4AF8" w:rsidR="00CB0F5C" w:rsidTr="7D0651BF" w14:paraId="30ACA636" w14:textId="77777777">
        <w:tc>
          <w:tcPr>
            <w:tcW w:w="1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7D0651BF" w:rsidRDefault="00CB0F5C" w14:paraId="561165E7" w14:textId="7E87BA5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 w:val="1"/>
                <w:iCs w:val="1"/>
                <w:sz w:val="24"/>
                <w:szCs w:val="24"/>
                <w:lang w:eastAsia="zh-CN"/>
              </w:rPr>
            </w:pPr>
            <w:r w:rsidRPr="7D0651BF" w:rsidR="7605789D">
              <w:rPr>
                <w:rFonts w:ascii="Times New Roman" w:hAnsi="Times New Roman"/>
                <w:b w:val="1"/>
                <w:bCs w:val="1"/>
                <w:sz w:val="24"/>
                <w:szCs w:val="24"/>
                <w:lang w:eastAsia="zh-CN"/>
              </w:rPr>
              <w:t>EK</w:t>
            </w:r>
            <w:r w:rsidRPr="7D0651BF" w:rsidR="7605789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( efekt </w:t>
            </w:r>
            <w:r w:rsidRPr="7D0651BF" w:rsidR="5A71366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uczenia się </w:t>
            </w:r>
            <w:r w:rsidRPr="7D0651BF" w:rsidR="7605789D">
              <w:rPr>
                <w:rFonts w:ascii="Times New Roman" w:hAnsi="Times New Roman"/>
                <w:sz w:val="24"/>
                <w:szCs w:val="24"/>
                <w:lang w:eastAsia="zh-CN"/>
              </w:rPr>
              <w:t>)</w:t>
            </w:r>
          </w:p>
          <w:p w:rsidRPr="007E006F" w:rsidR="00CB0F5C" w:rsidP="007E006F" w:rsidRDefault="00CB0F5C" w14:paraId="747F27DB" w14:textId="777777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007E006F" w:rsidRDefault="00CB0F5C" w14:paraId="4D28EDB3" w14:textId="7E1E90C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zh-CN"/>
              </w:rPr>
            </w:pPr>
            <w:r w:rsidRPr="7D0651BF" w:rsidR="7605789D"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zh-CN"/>
              </w:rPr>
              <w:t xml:space="preserve">Treść efektu </w:t>
            </w:r>
            <w:r w:rsidRPr="7D0651BF" w:rsidR="085319C7"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zh-CN"/>
              </w:rPr>
              <w:t xml:space="preserve">uczenia się </w:t>
            </w:r>
            <w:r w:rsidRPr="7D0651BF" w:rsidR="7605789D"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zh-CN"/>
              </w:rPr>
              <w:t xml:space="preserve">zdefiniowanego dla przedmiotu </w:t>
            </w:r>
          </w:p>
          <w:p w:rsidRPr="007E006F" w:rsidR="007E006F" w:rsidP="7D0651BF" w:rsidRDefault="007E006F" w14:paraId="7CD894B2" w14:noSpellErr="1" w14:textId="5FCA4217">
            <w:pPr>
              <w:pStyle w:val="Normalny"/>
              <w:suppressAutoHyphens/>
              <w:spacing w:after="0" w:line="240" w:lineRule="auto"/>
              <w:jc w:val="center"/>
              <w:rPr>
                <w:rFonts w:ascii="Calibri" w:hAnsi="Calibri" w:eastAsia="Calibri" w:cs="Times New Roman"/>
                <w:b w:val="0"/>
                <w:bCs w:val="0"/>
                <w:sz w:val="22"/>
                <w:szCs w:val="22"/>
                <w:lang w:eastAsia="zh-CN"/>
              </w:rPr>
            </w:pP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7E006F" w:rsidR="00CB0F5C" w:rsidP="7D0651BF" w:rsidRDefault="00CB0F5C" w14:paraId="1BCD5E70" w14:textId="2CF9409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sz w:val="24"/>
                <w:szCs w:val="24"/>
                <w:lang w:eastAsia="zh-CN"/>
              </w:rPr>
            </w:pPr>
            <w:r w:rsidRPr="7D0651BF" w:rsidR="7605789D">
              <w:rPr>
                <w:rFonts w:ascii="Times New Roman" w:hAnsi="Times New Roman"/>
                <w:sz w:val="24"/>
                <w:szCs w:val="24"/>
                <w:lang w:eastAsia="zh-CN"/>
              </w:rPr>
              <w:t>Odniesienie do efektów  kierunkowych</w:t>
            </w:r>
          </w:p>
        </w:tc>
      </w:tr>
      <w:tr w:rsidRPr="00FF4AF8" w:rsidR="00CB0F5C" w:rsidTr="7D0651BF" w14:paraId="5C630AE9" w14:textId="77777777">
        <w:tc>
          <w:tcPr>
            <w:tcW w:w="1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7D0651BF" w:rsidRDefault="00CB0F5C" w14:paraId="134937F3" w14:textId="1B6313A8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7D0651BF" w:rsidR="745076E6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EK_01</w:t>
            </w:r>
          </w:p>
        </w:tc>
        <w:tc>
          <w:tcPr>
            <w:tcW w:w="5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7D0651BF" w:rsidRDefault="007E006F" w14:paraId="7AF4215E" w14:textId="77777777" w14:noSpellErr="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smallCaps w:val="1"/>
                <w:sz w:val="24"/>
                <w:szCs w:val="24"/>
                <w:lang w:eastAsia="zh-CN"/>
              </w:rPr>
            </w:pPr>
            <w:r w:rsidRPr="7D0651BF" w:rsidR="007E006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ma podstawową wiedzę o charakterze nauk prawnych, w tym prawno-administracyjnych, ich miejscu w systemie nauk społecznych i rozpoznaje relacje do innych nauk społecznych, zna zarys ewolucji podstawowych instytucji administracyjnych i prawnych, a także ma wiedzę o poglądach doktryny i orzecznictwa na temat struktur i instytucji prawnych i administracyjnych oraz rodzajów więzi społecznych występujących na gruncie nauki administracji;</w:t>
            </w: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7D0651BF" w:rsidP="7D0651BF" w:rsidRDefault="7D0651BF" w14:paraId="733A38B6" w14:textId="2A990D91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  <w:r w:rsidRPr="7D0651BF" w:rsidR="7D0651BF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K_W01</w:t>
            </w:r>
          </w:p>
        </w:tc>
      </w:tr>
      <w:tr w:rsidRPr="00FF4AF8" w:rsidR="00CB0F5C" w:rsidTr="7D0651BF" w14:paraId="396F68A9" w14:textId="77777777">
        <w:tc>
          <w:tcPr>
            <w:tcW w:w="1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7D0651BF" w:rsidRDefault="00234656" w14:paraId="14373D77" w14:textId="32B78982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7D0651BF" w:rsidR="3B10F433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EK_02</w:t>
            </w:r>
          </w:p>
          <w:p w:rsidRPr="007E006F" w:rsidR="00CB0F5C" w:rsidP="7D0651BF" w:rsidRDefault="00234656" w14:paraId="5EA6668F" w14:textId="6DFCC7C3">
            <w:pPr>
              <w:pStyle w:val="Normalny"/>
              <w:suppressAutoHyphens/>
              <w:spacing w:after="0" w:line="240" w:lineRule="auto"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  <w:lang w:eastAsia="zh-CN"/>
              </w:rPr>
            </w:pPr>
          </w:p>
        </w:tc>
        <w:tc>
          <w:tcPr>
            <w:tcW w:w="5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7D0651BF" w:rsidRDefault="007E006F" w14:paraId="30B96B98" w14:textId="77777777" w14:noSpellErr="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smallCaps w:val="1"/>
                <w:sz w:val="24"/>
                <w:szCs w:val="24"/>
                <w:lang w:eastAsia="zh-CN"/>
              </w:rPr>
            </w:pPr>
            <w:r w:rsidRPr="7D0651BF" w:rsidR="007E006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z</w:t>
            </w:r>
            <w:r w:rsidRPr="7D0651BF" w:rsidR="731B23C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na podstawową terminologię z zakresu dyscyplin naukowych realizowanych według planu studiów administracyjnych;</w:t>
            </w: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7D0651BF" w:rsidP="7D0651BF" w:rsidRDefault="7D0651BF" w14:noSpellErr="1" w14:paraId="364C8454">
            <w:pPr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7D0651BF" w:rsidR="7D0651BF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K_W03</w:t>
            </w:r>
          </w:p>
        </w:tc>
      </w:tr>
      <w:tr w:rsidRPr="00FF4AF8" w:rsidR="00CB0F5C" w:rsidTr="7D0651BF" w14:paraId="76290CEB" w14:textId="77777777">
        <w:tc>
          <w:tcPr>
            <w:tcW w:w="1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7D0651BF" w:rsidRDefault="00234656" w14:paraId="020EE38E" w14:textId="69330C54">
            <w:pPr>
              <w:pStyle w:val="Normalny"/>
              <w:suppressAutoHyphens/>
              <w:spacing w:after="0" w:line="240" w:lineRule="auto"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  <w:lang w:eastAsia="zh-CN"/>
              </w:rPr>
            </w:pPr>
            <w:r w:rsidRPr="7D0651BF" w:rsidR="0A72D54C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EK_03</w:t>
            </w:r>
          </w:p>
        </w:tc>
        <w:tc>
          <w:tcPr>
            <w:tcW w:w="5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7D0651BF" w:rsidRDefault="007E006F" w14:paraId="103C6EFE" w14:textId="77777777" w14:noSpellErr="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smallCaps w:val="1"/>
                <w:sz w:val="24"/>
                <w:szCs w:val="24"/>
                <w:lang w:eastAsia="zh-CN"/>
              </w:rPr>
            </w:pPr>
            <w:r w:rsidRPr="7D0651BF" w:rsidR="007E006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posiada podstawową wiedzę o człowieku jako podmiocie stosunków publicznoprawnych i prywatnoprawnych, jego prawach i obowiązkach oraz środkach i zasadach ochrony statusu jednostki;</w:t>
            </w: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7D0651BF" w:rsidP="7D0651BF" w:rsidRDefault="7D0651BF" w14:noSpellErr="1" w14:paraId="1A7CEDFB">
            <w:pPr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7D0651BF" w:rsidR="7D0651BF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K_W0</w:t>
            </w:r>
            <w:r w:rsidRPr="7D0651BF" w:rsidR="7D0651BF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9</w:t>
            </w:r>
          </w:p>
        </w:tc>
      </w:tr>
      <w:tr w:rsidRPr="00FF4AF8" w:rsidR="007E006F" w:rsidTr="7D0651BF" w14:paraId="0ED965DB" w14:textId="77777777">
        <w:tc>
          <w:tcPr>
            <w:tcW w:w="1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7E006F" w:rsidP="7D0651BF" w:rsidRDefault="007E006F" w14:paraId="1FE195F9" w14:textId="6F712103">
            <w:pPr>
              <w:pStyle w:val="Normalny"/>
              <w:suppressAutoHyphens/>
              <w:spacing w:after="0" w:line="240" w:lineRule="auto"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  <w:lang w:eastAsia="zh-CN"/>
              </w:rPr>
            </w:pPr>
            <w:r w:rsidRPr="7D0651BF" w:rsidR="669B76E0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EK_04</w:t>
            </w:r>
          </w:p>
        </w:tc>
        <w:tc>
          <w:tcPr>
            <w:tcW w:w="5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7E006F" w:rsidP="7D0651BF" w:rsidRDefault="007E006F" w14:paraId="2C433C03" w14:textId="77777777" w14:noSpellErr="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smallCaps w:val="1"/>
                <w:sz w:val="24"/>
                <w:szCs w:val="24"/>
                <w:lang w:eastAsia="zh-CN"/>
              </w:rPr>
            </w:pPr>
            <w:r w:rsidRPr="7D0651BF" w:rsidR="007E006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zna i rozumie najważniejsze dylematy jakie niesie za sobą rozwój cywilizacyjny w obrębie nauk prawno-administracyjnych i ekonomicznych</w:t>
            </w: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7D0651BF" w:rsidP="7D0651BF" w:rsidRDefault="7D0651BF" w14:noSpellErr="1" w14:paraId="1ACF0507">
            <w:pPr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7D0651BF" w:rsidR="7D0651BF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K_W10</w:t>
            </w:r>
          </w:p>
        </w:tc>
      </w:tr>
      <w:tr w:rsidRPr="00FF4AF8" w:rsidR="00CB0F5C" w:rsidTr="7D0651BF" w14:paraId="45860328" w14:textId="77777777">
        <w:tc>
          <w:tcPr>
            <w:tcW w:w="1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7D0651BF" w:rsidRDefault="007E006F" w14:paraId="45252AB8" w14:textId="6157A015">
            <w:pPr>
              <w:pStyle w:val="Normalny"/>
              <w:suppressAutoHyphens/>
              <w:spacing w:after="0" w:line="240" w:lineRule="auto"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  <w:lang w:eastAsia="zh-CN"/>
              </w:rPr>
            </w:pPr>
            <w:r w:rsidRPr="7D0651BF" w:rsidR="3A2CE438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EK_05</w:t>
            </w:r>
          </w:p>
        </w:tc>
        <w:tc>
          <w:tcPr>
            <w:tcW w:w="5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7D0651BF" w:rsidRDefault="007E006F" w14:paraId="3DE4BC78" w14:textId="77777777" w14:noSpellErr="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smallCaps w:val="1"/>
                <w:sz w:val="24"/>
                <w:szCs w:val="24"/>
                <w:lang w:eastAsia="zh-CN"/>
              </w:rPr>
            </w:pPr>
            <w:r w:rsidRPr="7D0651BF" w:rsidR="007E006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potrafi prawidłowo identyfikować i  interpretować zjawiska prawne, społeczne, ekonomiczne, polityczne i organizacyjne, analizować ich powiązania z różnymi obszarami działalności administracyjnej;</w:t>
            </w: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7D0651BF" w:rsidP="7D0651BF" w:rsidRDefault="7D0651BF" w14:noSpellErr="1" w14:paraId="35E803DB">
            <w:pPr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7D0651BF" w:rsidR="7D0651BF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K_U01</w:t>
            </w:r>
          </w:p>
        </w:tc>
      </w:tr>
      <w:tr w:rsidRPr="00FF4AF8" w:rsidR="00CB0F5C" w:rsidTr="7D0651BF" w14:paraId="30EB63C2" w14:textId="77777777">
        <w:tc>
          <w:tcPr>
            <w:tcW w:w="1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7D0651BF" w:rsidRDefault="00234656" w14:paraId="41340254" w14:textId="019CF5C1">
            <w:pPr>
              <w:pStyle w:val="Normalny"/>
              <w:suppressAutoHyphens/>
              <w:spacing w:after="0" w:line="240" w:lineRule="auto"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  <w:lang w:eastAsia="zh-CN"/>
              </w:rPr>
            </w:pPr>
            <w:r w:rsidRPr="7D0651BF" w:rsidR="46533223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EK_06</w:t>
            </w:r>
          </w:p>
        </w:tc>
        <w:tc>
          <w:tcPr>
            <w:tcW w:w="5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7D0651BF" w:rsidRDefault="007E006F" w14:paraId="034A2078" w14:textId="77777777" w14:noSpellErr="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smallCaps w:val="1"/>
                <w:sz w:val="24"/>
                <w:szCs w:val="24"/>
                <w:lang w:eastAsia="zh-CN"/>
              </w:rPr>
            </w:pPr>
            <w:r w:rsidRPr="7D0651BF" w:rsidR="007E006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potrafi analizować i interpretować teksty prawne i naukowe oraz wykorzystywać orzecznictwo w celu rozwiązywania podstawowych problemów będących przedmiotem analizy;</w:t>
            </w: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7D0651BF" w:rsidP="7D0651BF" w:rsidRDefault="7D0651BF" w14:noSpellErr="1" w14:paraId="29F1411E">
            <w:pPr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7D0651BF" w:rsidR="7D0651BF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K_U0</w:t>
            </w:r>
            <w:r w:rsidRPr="7D0651BF" w:rsidR="7D0651BF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4</w:t>
            </w:r>
          </w:p>
        </w:tc>
      </w:tr>
      <w:tr w:rsidRPr="00FF4AF8" w:rsidR="00CB0F5C" w:rsidTr="7D0651BF" w14:paraId="439334FE" w14:textId="77777777">
        <w:tc>
          <w:tcPr>
            <w:tcW w:w="1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7D0651BF" w:rsidRDefault="00234656" w14:paraId="515EE39D" w14:textId="0037E195">
            <w:pPr>
              <w:pStyle w:val="Normalny"/>
              <w:suppressAutoHyphens/>
              <w:spacing w:after="0" w:line="240" w:lineRule="auto"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  <w:lang w:eastAsia="zh-CN"/>
              </w:rPr>
            </w:pPr>
            <w:r w:rsidRPr="7D0651BF" w:rsidR="6B213A17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EK_07</w:t>
            </w:r>
          </w:p>
        </w:tc>
        <w:tc>
          <w:tcPr>
            <w:tcW w:w="5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7D0651BF" w:rsidRDefault="007E006F" w14:paraId="404EEB95" w14:textId="77777777" w14:noSpellErr="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smallCaps w:val="1"/>
                <w:sz w:val="24"/>
                <w:szCs w:val="24"/>
                <w:lang w:eastAsia="zh-CN"/>
              </w:rPr>
            </w:pPr>
            <w:r w:rsidRPr="7D0651BF" w:rsidR="007E006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 wykorzystaniem ujęć teoretycznych, a także różnych źródeł;</w:t>
            </w: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7D0651BF" w:rsidP="7D0651BF" w:rsidRDefault="7D0651BF" w14:noSpellErr="1" w14:paraId="24736A6C">
            <w:pPr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7D0651BF" w:rsidR="7D0651BF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K_U0</w:t>
            </w:r>
            <w:r w:rsidRPr="7D0651BF" w:rsidR="7D0651BF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7</w:t>
            </w:r>
          </w:p>
        </w:tc>
      </w:tr>
      <w:tr w:rsidRPr="00FF4AF8" w:rsidR="00CB0F5C" w:rsidTr="7D0651BF" w14:paraId="1C9D913F" w14:textId="77777777">
        <w:tc>
          <w:tcPr>
            <w:tcW w:w="1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7D0651BF" w:rsidRDefault="00234656" w14:paraId="0164D84F" w14:textId="49DA66E6">
            <w:pPr>
              <w:pStyle w:val="Normalny"/>
              <w:suppressAutoHyphens/>
              <w:spacing w:after="0" w:line="240" w:lineRule="auto"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  <w:lang w:eastAsia="zh-CN"/>
              </w:rPr>
            </w:pPr>
            <w:r w:rsidRPr="7D0651BF" w:rsidR="20D504B1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EK_08</w:t>
            </w:r>
          </w:p>
        </w:tc>
        <w:tc>
          <w:tcPr>
            <w:tcW w:w="5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7D0651BF" w:rsidRDefault="007E006F" w14:paraId="14CAEE9F" w14:textId="77777777" w14:noSpellErr="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sz w:val="24"/>
                <w:szCs w:val="24"/>
                <w:lang w:eastAsia="zh-CN"/>
              </w:rPr>
            </w:pPr>
            <w:r w:rsidRPr="7D0651BF" w:rsidR="007E006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krytycznej oceny posiadanej wiedzy i odbieranych treści w sposób umożliwiający konstruktywną wymianę poglądów i właściwą analizę problemu;</w:t>
            </w: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7D0651BF" w:rsidP="7D0651BF" w:rsidRDefault="7D0651BF" w14:noSpellErr="1" w14:paraId="295B8216">
            <w:pPr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7D0651BF" w:rsidR="7D0651BF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K_K0</w:t>
            </w:r>
            <w:r w:rsidRPr="7D0651BF" w:rsidR="7D0651BF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1</w:t>
            </w:r>
          </w:p>
        </w:tc>
      </w:tr>
      <w:tr w:rsidRPr="00FF4AF8" w:rsidR="00CB0F5C" w:rsidTr="7D0651BF" w14:paraId="5E6EE15D" w14:textId="77777777">
        <w:tc>
          <w:tcPr>
            <w:tcW w:w="1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7D0651BF" w:rsidRDefault="00234656" w14:paraId="63D9E5AB" w14:textId="0E508F72">
            <w:pPr>
              <w:pStyle w:val="Normalny"/>
              <w:suppressAutoHyphens/>
              <w:spacing w:after="0" w:line="240" w:lineRule="auto"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  <w:lang w:eastAsia="zh-CN"/>
              </w:rPr>
            </w:pPr>
            <w:r w:rsidRPr="7D0651BF" w:rsidR="1DF8D16D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EK_09</w:t>
            </w:r>
          </w:p>
        </w:tc>
        <w:tc>
          <w:tcPr>
            <w:tcW w:w="5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7D0651BF" w:rsidRDefault="007E006F" w14:paraId="394CAB69" w14:textId="77777777" w14:noSpellErr="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sz w:val="24"/>
                <w:szCs w:val="24"/>
                <w:lang w:eastAsia="zh-CN"/>
              </w:rPr>
            </w:pPr>
            <w:r w:rsidRPr="7D0651BF" w:rsidR="007E006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inicjowania działania i współdziałania na rzecz </w:t>
            </w:r>
            <w:r w:rsidRPr="7D0651BF" w:rsidR="007E006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interesu społecznego z uwzględnieniem wymogów prawnych, administracyjnych i ekonomicznych;</w:t>
            </w: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7D0651BF" w:rsidP="7D0651BF" w:rsidRDefault="7D0651BF" w14:noSpellErr="1" w14:paraId="7A64386B">
            <w:pPr>
              <w:spacing w:after="0" w:line="240" w:lineRule="auto"/>
              <w:jc w:val="both"/>
              <w:rPr>
                <w:rFonts w:ascii="Times New Roman" w:hAnsi="Times New Roman"/>
                <w:b w:val="1"/>
                <w:bCs w:val="1"/>
                <w:sz w:val="24"/>
                <w:szCs w:val="24"/>
                <w:lang w:eastAsia="zh-CN"/>
              </w:rPr>
            </w:pPr>
            <w:r w:rsidRPr="7D0651BF" w:rsidR="7D0651BF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K_K0</w:t>
            </w:r>
            <w:r w:rsidRPr="7D0651BF" w:rsidR="7D0651BF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4</w:t>
            </w:r>
          </w:p>
        </w:tc>
      </w:tr>
    </w:tbl>
    <w:p w:rsidRPr="00FF4AF8" w:rsidR="0085747A" w:rsidP="009C54AE" w:rsidRDefault="0085747A" w14:paraId="5EC8A39F" w14:textId="77777777">
      <w:pPr>
        <w:pStyle w:val="Punktygwne"/>
        <w:spacing w:before="0" w:after="0"/>
        <w:rPr>
          <w:b w:val="0"/>
          <w:szCs w:val="24"/>
        </w:rPr>
      </w:pPr>
    </w:p>
    <w:p w:rsidRPr="00FF4AF8" w:rsidR="0085747A" w:rsidP="009C54AE" w:rsidRDefault="00675843" w14:paraId="5239E7BF" w14:textId="77777777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F4AF8">
        <w:rPr>
          <w:rFonts w:ascii="Times New Roman" w:hAnsi="Times New Roman"/>
          <w:b/>
          <w:sz w:val="24"/>
          <w:szCs w:val="24"/>
        </w:rPr>
        <w:t>3.3</w:t>
      </w:r>
      <w:r w:rsidRPr="00FF4AF8" w:rsidR="0085747A">
        <w:rPr>
          <w:rFonts w:ascii="Times New Roman" w:hAnsi="Times New Roman"/>
          <w:b/>
          <w:sz w:val="24"/>
          <w:szCs w:val="24"/>
        </w:rPr>
        <w:t>T</w:t>
      </w:r>
      <w:r w:rsidRPr="00FF4AF8" w:rsidR="001D7B54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:rsidRPr="00FF4AF8" w:rsidR="0085747A" w:rsidP="009C54AE" w:rsidRDefault="0085747A" w14:paraId="127C743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F4AF8">
        <w:rPr>
          <w:rFonts w:ascii="Times New Roman" w:hAnsi="Times New Roman"/>
          <w:sz w:val="24"/>
          <w:szCs w:val="24"/>
        </w:rPr>
        <w:t xml:space="preserve">Problematyka wykładu </w:t>
      </w:r>
    </w:p>
    <w:p w:rsidRPr="00FF4AF8" w:rsidR="00675843" w:rsidP="009C54AE" w:rsidRDefault="00675843" w14:paraId="4B821B32" w14:textId="77777777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9"/>
      </w:tblGrid>
      <w:tr w:rsidRPr="00FF4AF8" w:rsidR="0085747A" w:rsidTr="7D0651BF" w14:paraId="73353BEB" w14:textId="77777777">
        <w:trPr>
          <w:trHeight w:val="526"/>
        </w:trPr>
        <w:tc>
          <w:tcPr>
            <w:tcW w:w="9349" w:type="dxa"/>
            <w:tcBorders>
              <w:bottom w:val="single" w:color="auto" w:sz="4" w:space="0"/>
            </w:tcBorders>
            <w:tcMar/>
          </w:tcPr>
          <w:p w:rsidRPr="00FF4AF8" w:rsidR="0085747A" w:rsidP="7D0651BF" w:rsidRDefault="0085747A" w14:paraId="595A2B1F" w14:textId="77777777" w14:noSpellErr="1">
            <w:pPr>
              <w:pStyle w:val="Akapitzlist"/>
              <w:spacing w:after="0" w:line="240" w:lineRule="auto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 w:rsidRPr="7D0651BF" w:rsidR="0085747A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Pr="00FF4AF8" w:rsidR="007E006F" w:rsidTr="7D0651BF" w14:paraId="6AA101C5" w14:textId="77777777">
        <w:trPr>
          <w:trHeight w:val="390"/>
        </w:trPr>
        <w:tc>
          <w:tcPr>
            <w:tcW w:w="9349" w:type="dxa"/>
            <w:tcBorders>
              <w:tr2bl w:val="single" w:color="auto" w:sz="4" w:space="0"/>
            </w:tcBorders>
            <w:tcMar/>
          </w:tcPr>
          <w:p w:rsidRPr="00FF4AF8" w:rsidR="007E006F" w:rsidP="7D0651BF" w:rsidRDefault="007E006F" w14:paraId="5C48A9A5" w14:textId="5275E8F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7D0651BF" w:rsidR="506881C0">
              <w:rPr>
                <w:rFonts w:ascii="Times New Roman" w:hAnsi="Times New Roman"/>
                <w:sz w:val="24"/>
                <w:szCs w:val="24"/>
              </w:rPr>
              <w:t>Nie dotyczy</w:t>
            </w:r>
          </w:p>
        </w:tc>
      </w:tr>
    </w:tbl>
    <w:p w:rsidRPr="00FF4AF8" w:rsidR="0085747A" w:rsidP="009C54AE" w:rsidRDefault="0085747A" w14:paraId="3DCDD2CF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FF4AF8" w:rsidR="0085747A" w:rsidP="009C54AE" w:rsidRDefault="0085747A" w14:paraId="1C1D2CC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F4AF8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Pr="00FF4AF8" w:rsidR="009F4610">
        <w:rPr>
          <w:rFonts w:ascii="Times New Roman" w:hAnsi="Times New Roman"/>
          <w:sz w:val="24"/>
          <w:szCs w:val="24"/>
        </w:rPr>
        <w:t xml:space="preserve">, </w:t>
      </w:r>
      <w:r w:rsidRPr="00FF4AF8">
        <w:rPr>
          <w:rFonts w:ascii="Times New Roman" w:hAnsi="Times New Roman"/>
          <w:sz w:val="24"/>
          <w:szCs w:val="24"/>
        </w:rPr>
        <w:t xml:space="preserve">zajęć praktycznych </w:t>
      </w:r>
    </w:p>
    <w:p w:rsidRPr="00FF4AF8" w:rsidR="0085747A" w:rsidP="009C54AE" w:rsidRDefault="0085747A" w14:paraId="264BEFD7" w14:textId="77777777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F4AF8" w:rsidR="0085747A" w:rsidTr="00DB1EE4" w14:paraId="1AF482F0" w14:textId="77777777">
        <w:tc>
          <w:tcPr>
            <w:tcW w:w="9520" w:type="dxa"/>
          </w:tcPr>
          <w:p w:rsidRPr="00FF4AF8" w:rsidR="0085747A" w:rsidP="009C54AE" w:rsidRDefault="0085747A" w14:paraId="4A3CD642" w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Pr="00FF4AF8" w:rsidR="007E006F" w:rsidTr="00DB1EE4" w14:paraId="0637971B" w14:textId="77777777">
        <w:tc>
          <w:tcPr>
            <w:tcW w:w="9520" w:type="dxa"/>
          </w:tcPr>
          <w:p w:rsidRPr="00FF4AF8" w:rsidR="007E006F" w:rsidP="003C7C41" w:rsidRDefault="007E006F" w14:paraId="314FE650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Pojęcie praw wyznaniowego</w:t>
            </w:r>
          </w:p>
          <w:p w:rsidRPr="00FF4AF8" w:rsidR="007E006F" w:rsidP="003C7C41" w:rsidRDefault="007E006F" w14:paraId="61435C95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Idea wolności religijnej</w:t>
            </w:r>
          </w:p>
          <w:p w:rsidRPr="002B7DCF" w:rsidR="007E006F" w:rsidP="003C7C41" w:rsidRDefault="007E006F" w14:paraId="7043B1F1" w14:textId="7777777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2B7DCF">
              <w:rPr>
                <w:rFonts w:ascii="Times New Roman" w:hAnsi="Times New Roman"/>
                <w:sz w:val="24"/>
                <w:szCs w:val="24"/>
              </w:rPr>
              <w:t>Konstytucyjne podstawy polskiego prawa wyznaniowego</w:t>
            </w:r>
          </w:p>
          <w:p w:rsidRPr="00FF4AF8" w:rsidR="007E006F" w:rsidP="003C7C41" w:rsidRDefault="007E006F" w14:paraId="700E6761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Środki ochrony wolności sumienia i wyznania</w:t>
            </w:r>
          </w:p>
          <w:p w:rsidRPr="00FF4AF8" w:rsidR="007E006F" w:rsidP="003C7C41" w:rsidRDefault="007E006F" w14:paraId="73A0E5C0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Status osób duchownych</w:t>
            </w:r>
          </w:p>
          <w:p w:rsidRPr="00FF4AF8" w:rsidR="007E006F" w:rsidP="003C7C41" w:rsidRDefault="007E006F" w14:paraId="7E9AFE24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Osobowość cywilnoprawna kościołów i związków wyznaniowych</w:t>
            </w:r>
          </w:p>
          <w:p w:rsidRPr="00FF4AF8" w:rsidR="007E006F" w:rsidP="003C7C41" w:rsidRDefault="007E006F" w14:paraId="1B14B3FA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Funkcje publiczne związków wyznaniowych</w:t>
            </w:r>
          </w:p>
          <w:p w:rsidRPr="00FF4AF8" w:rsidR="007E006F" w:rsidP="003C7C41" w:rsidRDefault="007E006F" w14:paraId="04492BE8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Działalność kościołów i związków wyznaniowych w sferze publicznej</w:t>
            </w:r>
          </w:p>
          <w:p w:rsidRPr="00FF4AF8" w:rsidR="007E006F" w:rsidP="003C7C41" w:rsidRDefault="007E006F" w14:paraId="06260B99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Zakres spraw własnych kościołów i związków wyznaniowych</w:t>
            </w:r>
          </w:p>
          <w:p w:rsidRPr="00FF4AF8" w:rsidR="007E006F" w:rsidP="003C7C41" w:rsidRDefault="007E006F" w14:paraId="7C97956A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Majątek i finansowanie kościołów i związków wyznaniowych</w:t>
            </w:r>
          </w:p>
          <w:p w:rsidRPr="00FF4AF8" w:rsidR="007E006F" w:rsidP="003C7C41" w:rsidRDefault="007E006F" w14:paraId="5E4C037C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Polska administracja wyznaniowa</w:t>
            </w:r>
          </w:p>
          <w:p w:rsidRPr="00FF4AF8" w:rsidR="007E006F" w:rsidP="003C7C41" w:rsidRDefault="007E006F" w14:paraId="252E8F2E" w14:textId="7777777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Stosunek UE do religii, kościołów i związków wyznaniowych</w:t>
            </w:r>
          </w:p>
        </w:tc>
      </w:tr>
    </w:tbl>
    <w:p w:rsidRPr="00FF4AF8" w:rsidR="0085747A" w:rsidP="009C54AE" w:rsidRDefault="0085747A" w14:paraId="1DAC8D8D" w14:textId="77777777">
      <w:pPr>
        <w:pStyle w:val="Punktygwne"/>
        <w:spacing w:before="0" w:after="0"/>
        <w:rPr>
          <w:b w:val="0"/>
          <w:szCs w:val="24"/>
        </w:rPr>
      </w:pPr>
    </w:p>
    <w:p w:rsidRPr="00FF4AF8" w:rsidR="0085747A" w:rsidP="009C54AE" w:rsidRDefault="009F4610" w14:paraId="7FBF0A2C" w14:textId="77777777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FF4AF8">
        <w:rPr>
          <w:smallCaps w:val="0"/>
          <w:szCs w:val="24"/>
        </w:rPr>
        <w:t>3.4 Metody dydaktyczne</w:t>
      </w:r>
    </w:p>
    <w:p w:rsidRPr="00FF4AF8" w:rsidR="0085747A" w:rsidP="009C54AE" w:rsidRDefault="0085747A" w14:paraId="5EF643C7" w14:textId="77777777">
      <w:pPr>
        <w:pStyle w:val="Punktygwne"/>
        <w:spacing w:before="0" w:after="0"/>
        <w:rPr>
          <w:b w:val="0"/>
          <w:smallCaps w:val="0"/>
          <w:szCs w:val="24"/>
        </w:rPr>
      </w:pPr>
    </w:p>
    <w:p w:rsidRPr="00FF4AF8" w:rsidR="00DB1EE4" w:rsidP="5FE2B196" w:rsidRDefault="00153C41" w14:paraId="289304A2" w14:textId="796464A9">
      <w:pPr>
        <w:pStyle w:val="Punktygwne"/>
        <w:spacing w:before="0" w:after="0"/>
        <w:jc w:val="both"/>
        <w:rPr>
          <w:b w:val="0"/>
          <w:bCs w:val="0"/>
          <w:caps w:val="0"/>
          <w:smallCaps w:val="0"/>
        </w:rPr>
      </w:pPr>
      <w:r w:rsidR="7343B3CF">
        <w:rPr>
          <w:b w:val="0"/>
          <w:bCs w:val="0"/>
          <w:caps w:val="0"/>
          <w:smallCaps w:val="0"/>
        </w:rPr>
        <w:t>Zajęcia</w:t>
      </w:r>
      <w:r w:rsidR="47CFE7E1">
        <w:rPr>
          <w:b w:val="0"/>
          <w:bCs w:val="0"/>
          <w:caps w:val="0"/>
          <w:smallCaps w:val="0"/>
        </w:rPr>
        <w:t xml:space="preserve"> </w:t>
      </w:r>
      <w:r w:rsidR="00813DB9">
        <w:rPr>
          <w:b w:val="0"/>
          <w:bCs w:val="0"/>
          <w:caps w:val="0"/>
          <w:smallCaps w:val="0"/>
        </w:rPr>
        <w:t>z interakcją i aktywnością studentów</w:t>
      </w:r>
      <w:r w:rsidR="00923D7D">
        <w:rPr>
          <w:b w:val="0"/>
          <w:bCs w:val="0"/>
          <w:caps w:val="0"/>
          <w:smallCaps w:val="0"/>
        </w:rPr>
        <w:t xml:space="preserve">, </w:t>
      </w:r>
      <w:r w:rsidR="6581EBBD">
        <w:rPr>
          <w:b w:val="0"/>
          <w:bCs w:val="0"/>
          <w:caps w:val="0"/>
          <w:smallCaps w:val="0"/>
        </w:rPr>
        <w:t>oraz</w:t>
      </w:r>
      <w:r w:rsidR="0085747A">
        <w:rPr>
          <w:b w:val="0"/>
          <w:bCs w:val="0"/>
          <w:caps w:val="0"/>
          <w:smallCaps w:val="0"/>
        </w:rPr>
        <w:t xml:space="preserve"> z prezentacją multimedialną</w:t>
      </w:r>
      <w:r w:rsidR="44A3B93C">
        <w:rPr>
          <w:b w:val="0"/>
          <w:bCs w:val="0"/>
          <w:caps w:val="0"/>
          <w:smallCaps w:val="0"/>
        </w:rPr>
        <w:t>.</w:t>
      </w:r>
    </w:p>
    <w:p w:rsidRPr="00FF4AF8" w:rsidR="00D6062F" w:rsidP="00D6062F" w:rsidRDefault="00813DB9" w14:paraId="2B257E70" w14:textId="77777777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FF4AF8">
        <w:rPr>
          <w:b w:val="0"/>
          <w:smallCaps w:val="0"/>
          <w:szCs w:val="24"/>
        </w:rPr>
        <w:t>Analiza i interpretacja tekstu konstytucji, ustaw wyznaniowych i odpowiednich przepisów prawa unijnego</w:t>
      </w:r>
    </w:p>
    <w:p w:rsidRPr="00FF4AF8" w:rsidR="00D6062F" w:rsidP="009C54AE" w:rsidRDefault="00D6062F" w14:paraId="58706262" w14:textId="7777777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Pr="00FF4AF8" w:rsidR="0085747A" w:rsidP="009C54AE" w:rsidRDefault="00C61DC5" w14:paraId="6A7B1F51" w14:textId="7777777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F4AF8">
        <w:rPr>
          <w:smallCaps w:val="0"/>
          <w:szCs w:val="24"/>
        </w:rPr>
        <w:t xml:space="preserve">4. </w:t>
      </w:r>
      <w:r w:rsidRPr="00FF4AF8" w:rsidR="0085747A">
        <w:rPr>
          <w:smallCaps w:val="0"/>
          <w:szCs w:val="24"/>
        </w:rPr>
        <w:t>METODY I KRYTERIA OCENY</w:t>
      </w:r>
    </w:p>
    <w:p w:rsidRPr="00FF4AF8" w:rsidR="00923D7D" w:rsidP="009C54AE" w:rsidRDefault="00923D7D" w14:paraId="106D5ED7" w14:textId="7777777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Pr="00FF4AF8" w:rsidR="0085747A" w:rsidP="009C54AE" w:rsidRDefault="0085747A" w14:paraId="4EDC0D9C" w14:textId="77777777">
      <w:pPr>
        <w:pStyle w:val="Punktygwne"/>
        <w:spacing w:before="0" w:after="0"/>
        <w:ind w:left="426"/>
        <w:rPr>
          <w:smallCaps w:val="0"/>
          <w:szCs w:val="24"/>
        </w:rPr>
      </w:pPr>
      <w:r w:rsidRPr="00FF4AF8">
        <w:rPr>
          <w:smallCaps w:val="0"/>
          <w:szCs w:val="24"/>
        </w:rPr>
        <w:t xml:space="preserve">4.1 Sposoby weryfikacji efektów </w:t>
      </w:r>
      <w:r w:rsidRPr="00FF4AF8" w:rsidR="00C05F44">
        <w:rPr>
          <w:smallCaps w:val="0"/>
          <w:szCs w:val="24"/>
        </w:rPr>
        <w:t>uczenia się</w:t>
      </w:r>
    </w:p>
    <w:p w:rsidRPr="00FF4AF8" w:rsidR="0085747A" w:rsidP="009C54AE" w:rsidRDefault="0085747A" w14:paraId="6B02F9A7" w14:textId="77777777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05"/>
        <w:gridCol w:w="5336"/>
        <w:gridCol w:w="2105"/>
      </w:tblGrid>
      <w:tr w:rsidRPr="00FF4AF8" w:rsidR="0085747A" w:rsidTr="5FE2B196" w14:paraId="5BF81CE8" w14:textId="77777777">
        <w:tc>
          <w:tcPr>
            <w:tcW w:w="2309" w:type="dxa"/>
            <w:tcMar/>
            <w:vAlign w:val="center"/>
          </w:tcPr>
          <w:p w:rsidRPr="00FF4AF8" w:rsidR="0085747A" w:rsidP="009C54AE" w:rsidRDefault="0071620A" w14:paraId="6C306FA8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F4AF8">
              <w:rPr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333" w:type="dxa"/>
            <w:tcMar/>
            <w:vAlign w:val="center"/>
          </w:tcPr>
          <w:p w:rsidRPr="00FF4AF8" w:rsidR="0085747A" w:rsidP="009C54AE" w:rsidRDefault="00F974DA" w14:paraId="193860C4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F4AF8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FF4AF8" w:rsidR="0085747A" w:rsidP="009C54AE" w:rsidRDefault="009F4610" w14:paraId="22E505DD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F4AF8">
              <w:rPr>
                <w:b w:val="0"/>
                <w:smallCaps w:val="0"/>
                <w:color w:val="000000"/>
                <w:szCs w:val="24"/>
              </w:rPr>
              <w:t>(</w:t>
            </w:r>
            <w:r w:rsidRPr="00FF4AF8" w:rsidR="0085747A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04" w:type="dxa"/>
            <w:tcMar/>
            <w:vAlign w:val="center"/>
          </w:tcPr>
          <w:p w:rsidRPr="00FF4AF8" w:rsidR="00923D7D" w:rsidP="009C54AE" w:rsidRDefault="0085747A" w14:paraId="471EADC6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F4AF8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Pr="00FF4AF8" w:rsidR="0085747A" w:rsidP="009C54AE" w:rsidRDefault="0085747A" w14:paraId="7EFD717F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F4AF8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F4AF8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FF4AF8">
              <w:rPr>
                <w:b w:val="0"/>
                <w:smallCaps w:val="0"/>
                <w:szCs w:val="24"/>
              </w:rPr>
              <w:t>, …)</w:t>
            </w:r>
          </w:p>
        </w:tc>
      </w:tr>
      <w:tr w:rsidRPr="00FF4AF8" w:rsidR="002B7DCF" w:rsidTr="5FE2B196" w14:paraId="658FBE23" w14:textId="77777777">
        <w:trPr>
          <w:trHeight w:val="1395"/>
        </w:trPr>
        <w:tc>
          <w:tcPr>
            <w:tcW w:w="1962" w:type="dxa"/>
            <w:tcMar/>
          </w:tcPr>
          <w:p w:rsidR="007E006F" w:rsidP="007E006F" w:rsidRDefault="007E006F" w14:paraId="5879CF37" w14:textId="77777777">
            <w:pPr>
              <w:pStyle w:val="TableParagraph"/>
              <w:ind w:left="109"/>
              <w:jc w:val="center"/>
              <w:rPr>
                <w:rFonts w:ascii="Corbel" w:hAnsi="Corbel"/>
                <w:b/>
                <w:w w:val="89"/>
                <w:sz w:val="20"/>
              </w:rPr>
            </w:pPr>
          </w:p>
          <w:p w:rsidRPr="007E006F" w:rsidR="002B7DCF" w:rsidP="7D0651BF" w:rsidRDefault="007E006F" w14:paraId="730076D5" w14:textId="5BA1B487">
            <w:pPr>
              <w:pStyle w:val="Normalny"/>
              <w:spacing w:before="15" w:after="0" w:line="240" w:lineRule="auto"/>
              <w:ind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7D0651BF" w:rsidR="6A13F0E0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EK_01 - EK_09</w:t>
            </w:r>
          </w:p>
          <w:p w:rsidRPr="007E006F" w:rsidR="002B7DCF" w:rsidP="7D0651BF" w:rsidRDefault="007E006F" w14:paraId="3867AC1C" w14:textId="544FA790">
            <w:pPr>
              <w:pStyle w:val="Normalny"/>
              <w:spacing w:before="15" w:after="0" w:line="240" w:lineRule="auto"/>
              <w:ind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  <w:lang w:eastAsia="zh-CN"/>
              </w:rPr>
            </w:pPr>
          </w:p>
          <w:p w:rsidRPr="007E006F" w:rsidR="002B7DCF" w:rsidP="7D0651BF" w:rsidRDefault="007E006F" w14:paraId="6A8242C7" w14:textId="77777777">
            <w:pPr>
              <w:pStyle w:val="TableParagraph"/>
              <w:spacing w:before="15" w:line="228" w:lineRule="exact"/>
              <w:ind w:left="109"/>
              <w:jc w:val="center"/>
              <w:rPr>
                <w:rFonts w:ascii="Arial" w:hAnsi="Arial" w:eastAsia="Arial" w:cs="Arial"/>
                <w:b w:val="1"/>
                <w:bCs w:val="1"/>
                <w:w w:val="94"/>
                <w:sz w:val="22"/>
                <w:szCs w:val="22"/>
              </w:rPr>
            </w:pPr>
          </w:p>
        </w:tc>
        <w:tc>
          <w:tcPr>
            <w:tcW w:w="5441" w:type="dxa"/>
            <w:tcMar/>
          </w:tcPr>
          <w:p w:rsidRPr="002B7DCF" w:rsidR="002B7DCF" w:rsidP="002B7DCF" w:rsidRDefault="002B7DCF" w14:paraId="2248B3FF" w14:textId="777777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Pr="002B7DCF" w:rsidR="002B7DCF" w:rsidP="002B7DCF" w:rsidRDefault="002B7DCF" w14:paraId="5A2E0019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B7DCF">
              <w:rPr>
                <w:b w:val="0"/>
                <w:smallCaps w:val="0"/>
                <w:szCs w:val="24"/>
              </w:rPr>
              <w:t>Obserwacja w trakcie zajęć</w:t>
            </w:r>
          </w:p>
          <w:p w:rsidRPr="002B7DCF" w:rsidR="002B7DCF" w:rsidP="5FE2B196" w:rsidRDefault="002B7DCF" w14:paraId="2B8EFFC7" w14:textId="00B336B7">
            <w:pPr>
              <w:pStyle w:val="Punktygwne"/>
              <w:spacing w:before="0" w:after="0"/>
              <w:jc w:val="center"/>
              <w:rPr>
                <w:b w:val="0"/>
                <w:bCs w:val="0"/>
                <w:caps w:val="0"/>
                <w:smallCaps w:val="0"/>
              </w:rPr>
            </w:pPr>
            <w:r w:rsidR="692F950D">
              <w:rPr>
                <w:b w:val="0"/>
                <w:bCs w:val="0"/>
                <w:caps w:val="0"/>
                <w:smallCaps w:val="0"/>
              </w:rPr>
              <w:t>zaliczenie</w:t>
            </w:r>
          </w:p>
        </w:tc>
        <w:tc>
          <w:tcPr>
            <w:tcW w:w="2117" w:type="dxa"/>
            <w:tcMar/>
          </w:tcPr>
          <w:p w:rsidR="7D072010" w:rsidP="5FE2B196" w:rsidRDefault="7D072010" w14:paraId="630FBEFF" w14:textId="1A0A06AE">
            <w:pPr>
              <w:pStyle w:val="Punktygwn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b w:val="1"/>
                <w:bCs w:val="1"/>
                <w:sz w:val="24"/>
                <w:szCs w:val="24"/>
              </w:rPr>
            </w:pPr>
            <w:r w:rsidR="7D072010">
              <w:rPr>
                <w:b w:val="0"/>
                <w:bCs w:val="0"/>
              </w:rPr>
              <w:t>konwersatorium</w:t>
            </w:r>
          </w:p>
          <w:p w:rsidRPr="002B7DCF" w:rsidR="002B7DCF" w:rsidP="002B7DCF" w:rsidRDefault="002B7DCF" w14:paraId="53A1142C" w14:textId="77777777">
            <w:pPr>
              <w:pStyle w:val="Punktygwne"/>
              <w:ind w:firstLine="708"/>
              <w:jc w:val="center"/>
              <w:rPr>
                <w:b w:val="0"/>
                <w:szCs w:val="24"/>
              </w:rPr>
            </w:pPr>
          </w:p>
        </w:tc>
      </w:tr>
    </w:tbl>
    <w:p w:rsidRPr="00FF4AF8" w:rsidR="00923D7D" w:rsidP="009C54AE" w:rsidRDefault="00923D7D" w14:paraId="567E42F8" w14:textId="77777777">
      <w:pPr>
        <w:pStyle w:val="Punktygwne"/>
        <w:spacing w:before="0" w:after="0"/>
        <w:rPr>
          <w:b w:val="0"/>
          <w:smallCaps w:val="0"/>
          <w:szCs w:val="24"/>
        </w:rPr>
      </w:pPr>
    </w:p>
    <w:p w:rsidRPr="00FF4AF8" w:rsidR="0085747A" w:rsidP="009C54AE" w:rsidRDefault="003E1941" w14:paraId="44DC0068" w14:textId="77777777">
      <w:pPr>
        <w:pStyle w:val="Punktygwne"/>
        <w:spacing w:before="0" w:after="0"/>
        <w:ind w:left="426"/>
        <w:rPr>
          <w:smallCaps w:val="0"/>
          <w:szCs w:val="24"/>
        </w:rPr>
      </w:pPr>
      <w:r w:rsidRPr="00FF4AF8">
        <w:rPr>
          <w:smallCaps w:val="0"/>
          <w:szCs w:val="24"/>
        </w:rPr>
        <w:t xml:space="preserve">4.2 </w:t>
      </w:r>
      <w:r w:rsidRPr="00FF4AF8" w:rsidR="0085747A">
        <w:rPr>
          <w:smallCaps w:val="0"/>
          <w:szCs w:val="24"/>
        </w:rPr>
        <w:t>Warunki zaliczenia przedmiotu (kryteria oceniania)</w:t>
      </w:r>
    </w:p>
    <w:p w:rsidRPr="00FF4AF8" w:rsidR="00923D7D" w:rsidP="009C54AE" w:rsidRDefault="00923D7D" w14:paraId="4708673A" w14:textId="77777777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FF4AF8" w:rsidR="0085747A" w:rsidTr="5FE2B196" w14:paraId="37B7BF10" w14:textId="77777777">
        <w:tc>
          <w:tcPr>
            <w:tcW w:w="9670" w:type="dxa"/>
            <w:tcMar/>
          </w:tcPr>
          <w:p w:rsidRPr="00FF4AF8" w:rsidR="0085747A" w:rsidP="5FE2B196" w:rsidRDefault="0085747A" w14:paraId="30636B37" w14:textId="0E02A795">
            <w:pPr>
              <w:spacing w:before="0" w:after="12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FE2B196" w:rsidR="66D6BC0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Zaliczenie przeprowadzane jest według następujących zasad:</w:t>
            </w:r>
          </w:p>
          <w:p w:rsidRPr="00FF4AF8" w:rsidR="0085747A" w:rsidP="5FE2B196" w:rsidRDefault="0085747A" w14:paraId="74A51A27" w14:textId="2BF8E345">
            <w:pPr>
              <w:spacing w:before="0" w:after="12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FE2B196" w:rsidR="66D6BC0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– student otrzymuje dwa pytania</w:t>
            </w:r>
          </w:p>
          <w:p w:rsidRPr="00FF4AF8" w:rsidR="0085747A" w:rsidP="5FE2B196" w:rsidRDefault="0085747A" w14:paraId="57797C1E" w14:textId="43290AE6">
            <w:pPr>
              <w:spacing w:before="0" w:after="12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FE2B196" w:rsidR="66D6BC0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– pytania obejmują tematy stanowiące przedmiot zajęć. </w:t>
            </w:r>
          </w:p>
          <w:p w:rsidRPr="00FF4AF8" w:rsidR="0085747A" w:rsidP="5FE2B196" w:rsidRDefault="0085747A" w14:paraId="78A45CB6" w14:textId="4D043332">
            <w:pPr>
              <w:spacing w:before="0"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5FE2B196" w:rsidR="66D6BC0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:rsidRPr="00FF4AF8" w:rsidR="0085747A" w:rsidP="5FE2B196" w:rsidRDefault="0085747A" w14:paraId="63AA84C0" w14:textId="3506CAFC">
            <w:pPr>
              <w:spacing w:before="0" w:after="20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FE2B196" w:rsidR="66D6BC0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Kryteria oceny: użyta terminologia, kompletność wypowiedzi, aktualny stan prawny.</w:t>
            </w:r>
          </w:p>
          <w:p w:rsidRPr="00FF4AF8" w:rsidR="0085747A" w:rsidP="5FE2B196" w:rsidRDefault="0085747A" w14:paraId="4EDE0D79" w14:textId="26D0F3D9">
            <w:pPr>
              <w:pStyle w:val="Punktygwne"/>
              <w:spacing w:before="0" w:after="0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FF4AF8" w:rsidR="0085747A" w:rsidP="009C54AE" w:rsidRDefault="0085747A" w14:paraId="1F299611" w14:textId="77777777">
      <w:pPr>
        <w:pStyle w:val="Punktygwne"/>
        <w:spacing w:before="0" w:after="0"/>
        <w:rPr>
          <w:b w:val="0"/>
          <w:smallCaps w:val="0"/>
          <w:szCs w:val="24"/>
        </w:rPr>
      </w:pPr>
    </w:p>
    <w:p w:rsidRPr="00FF4AF8" w:rsidR="009F4610" w:rsidP="009C54AE" w:rsidRDefault="0085747A" w14:paraId="196EC812" w14:textId="77777777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F4AF8">
        <w:rPr>
          <w:rFonts w:ascii="Times New Roman" w:hAnsi="Times New Roman"/>
          <w:b/>
          <w:sz w:val="24"/>
          <w:szCs w:val="24"/>
        </w:rPr>
        <w:t xml:space="preserve">5. </w:t>
      </w:r>
      <w:r w:rsidRPr="00FF4AF8" w:rsidR="00C61DC5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FF4AF8" w:rsidR="0085747A" w:rsidP="009C54AE" w:rsidRDefault="0085747A" w14:paraId="49FE0F5D" w14:textId="77777777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FF4AF8" w:rsidR="0085747A" w:rsidTr="7D0651BF" w14:paraId="3BC04554" w14:textId="77777777">
        <w:tc>
          <w:tcPr>
            <w:tcW w:w="4962" w:type="dxa"/>
            <w:tcMar/>
            <w:vAlign w:val="center"/>
          </w:tcPr>
          <w:p w:rsidRPr="00FF4AF8" w:rsidR="0085747A" w:rsidP="009C54AE" w:rsidRDefault="00C61DC5" w14:paraId="32A03EC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4AF8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Pr="00FF4AF8" w:rsidR="0085747A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FF4AF8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FF4AF8" w:rsidR="0085747A" w:rsidP="009C54AE" w:rsidRDefault="00C61DC5" w14:paraId="4895F40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4AF8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Pr="00FF4AF8" w:rsidR="0085747A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FF4AF8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Pr="00FF4AF8" w:rsidR="0085747A" w:rsidTr="7D0651BF" w14:paraId="3F34B85A" w14:textId="77777777">
        <w:tc>
          <w:tcPr>
            <w:tcW w:w="4962" w:type="dxa"/>
            <w:tcMar/>
          </w:tcPr>
          <w:p w:rsidRPr="00FF4AF8" w:rsidR="0085747A" w:rsidP="00D42224" w:rsidRDefault="00C61DC5" w14:paraId="5A30809B" w14:textId="42415A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7D0651BF" w:rsidR="00C61DC5">
              <w:rPr>
                <w:rFonts w:ascii="Times New Roman" w:hAnsi="Times New Roman"/>
                <w:sz w:val="24"/>
                <w:szCs w:val="24"/>
              </w:rPr>
              <w:t>G</w:t>
            </w:r>
            <w:r w:rsidRPr="7D0651BF" w:rsidR="0085747A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7D0651BF" w:rsidR="00C61DC5">
              <w:rPr>
                <w:rFonts w:ascii="Times New Roman" w:hAnsi="Times New Roman"/>
                <w:sz w:val="24"/>
                <w:szCs w:val="24"/>
              </w:rPr>
              <w:t>kontaktowe</w:t>
            </w:r>
            <w:r w:rsidRPr="7D0651BF" w:rsidR="0085747A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7D0651BF" w:rsidR="00C61DC5">
              <w:rPr>
                <w:rFonts w:ascii="Times New Roman" w:hAnsi="Times New Roman"/>
                <w:sz w:val="24"/>
                <w:szCs w:val="24"/>
              </w:rPr>
              <w:t>ynikające</w:t>
            </w:r>
            <w:r w:rsidRPr="7D0651BF" w:rsidR="5745112C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Pr="7D0651BF" w:rsidR="28F405C8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7D0651BF" w:rsidR="00C61DC5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FF4AF8" w:rsidR="0085747A" w:rsidP="002B7DCF" w:rsidRDefault="003C2186" w14:paraId="11C29307" w14:textId="7A71E9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D0651BF" w:rsidR="006A30BA">
              <w:rPr>
                <w:rFonts w:ascii="Times New Roman" w:hAnsi="Times New Roman"/>
                <w:sz w:val="24"/>
                <w:szCs w:val="24"/>
              </w:rPr>
              <w:t>20</w:t>
            </w:r>
            <w:r w:rsidRPr="7D0651BF" w:rsidR="22AE8397">
              <w:rPr>
                <w:rFonts w:ascii="Times New Roman" w:hAnsi="Times New Roman"/>
                <w:sz w:val="24"/>
                <w:szCs w:val="24"/>
              </w:rPr>
              <w:t xml:space="preserve"> godzin</w:t>
            </w:r>
          </w:p>
          <w:p w:rsidRPr="00FF4AF8" w:rsidR="003C2186" w:rsidP="002B7DCF" w:rsidRDefault="003C2186" w14:paraId="708F296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FF4AF8" w:rsidR="00C61DC5" w:rsidTr="7D0651BF" w14:paraId="1051BE0C" w14:textId="77777777">
        <w:tc>
          <w:tcPr>
            <w:tcW w:w="4962" w:type="dxa"/>
            <w:tcMar/>
          </w:tcPr>
          <w:p w:rsidRPr="00FF4AF8" w:rsidR="00C61DC5" w:rsidP="009C54AE" w:rsidRDefault="00C61DC5" w14:paraId="64911D73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Pr="00FF4AF8" w:rsidR="000A3CDF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:rsidRPr="00FF4AF8" w:rsidR="00C61DC5" w:rsidP="009C54AE" w:rsidRDefault="00C61DC5" w14:paraId="2E23ACEE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FF4AF8" w:rsidR="00C61DC5" w:rsidP="002B7DCF" w:rsidRDefault="006A30BA" w14:paraId="29ADEC5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FF4AF8" w:rsidR="0002090E">
              <w:rPr>
                <w:rFonts w:ascii="Times New Roman" w:hAnsi="Times New Roman"/>
                <w:sz w:val="24"/>
                <w:szCs w:val="24"/>
              </w:rPr>
              <w:t xml:space="preserve"> godzin</w:t>
            </w:r>
          </w:p>
        </w:tc>
      </w:tr>
      <w:tr w:rsidRPr="00FF4AF8" w:rsidR="00C61DC5" w:rsidTr="7D0651BF" w14:paraId="42BF432D" w14:textId="77777777">
        <w:tc>
          <w:tcPr>
            <w:tcW w:w="4962" w:type="dxa"/>
            <w:tcMar/>
          </w:tcPr>
          <w:p w:rsidRPr="00FF4AF8" w:rsidR="0071620A" w:rsidP="009C54AE" w:rsidRDefault="00C61DC5" w14:paraId="2AF49B6B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FF4AF8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FF4AF8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:rsidRPr="00FF4AF8" w:rsidR="00C61DC5" w:rsidP="009C54AE" w:rsidRDefault="00C61DC5" w14:paraId="04FB0F2C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FF4AF8" w:rsidR="00C61DC5" w:rsidP="006A30BA" w:rsidRDefault="004D1EB5" w14:paraId="2E81C06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3</w:t>
            </w:r>
            <w:r w:rsidR="006A30BA">
              <w:rPr>
                <w:rFonts w:ascii="Times New Roman" w:hAnsi="Times New Roman"/>
                <w:sz w:val="24"/>
                <w:szCs w:val="24"/>
              </w:rPr>
              <w:t>0</w:t>
            </w:r>
            <w:r w:rsidRPr="00FF4AF8" w:rsidR="0002090E">
              <w:rPr>
                <w:rFonts w:ascii="Times New Roman" w:hAnsi="Times New Roman"/>
                <w:sz w:val="24"/>
                <w:szCs w:val="24"/>
              </w:rPr>
              <w:t xml:space="preserve"> godzin</w:t>
            </w:r>
          </w:p>
        </w:tc>
      </w:tr>
      <w:tr w:rsidRPr="00FF4AF8" w:rsidR="0085747A" w:rsidTr="7D0651BF" w14:paraId="11F826A1" w14:textId="77777777">
        <w:tc>
          <w:tcPr>
            <w:tcW w:w="4962" w:type="dxa"/>
            <w:tcMar/>
          </w:tcPr>
          <w:p w:rsidRPr="00FF4AF8" w:rsidR="0085747A" w:rsidP="009C54AE" w:rsidRDefault="0085747A" w14:paraId="3E80F6AE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FF4AF8" w:rsidR="0085747A" w:rsidP="002B7DCF" w:rsidRDefault="006A30BA" w14:paraId="7484492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Pr="00FF4AF8" w:rsidR="0085747A" w:rsidTr="7D0651BF" w14:paraId="633930FA" w14:textId="77777777">
        <w:tc>
          <w:tcPr>
            <w:tcW w:w="4962" w:type="dxa"/>
            <w:tcMar/>
          </w:tcPr>
          <w:p w:rsidRPr="00FF4AF8" w:rsidR="0085747A" w:rsidP="009C54AE" w:rsidRDefault="0085747A" w14:paraId="77EEBBE3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F4AF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FF4AF8" w:rsidR="0085747A" w:rsidP="002B7DCF" w:rsidRDefault="006A30BA" w14:paraId="1CAAE5A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Pr="00FF4AF8" w:rsidR="0085747A" w:rsidP="009C54AE" w:rsidRDefault="00923D7D" w14:paraId="2418C395" w14:textId="77777777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FF4AF8">
        <w:rPr>
          <w:b w:val="0"/>
          <w:i/>
          <w:smallCaps w:val="0"/>
          <w:szCs w:val="24"/>
        </w:rPr>
        <w:t xml:space="preserve">* </w:t>
      </w:r>
      <w:r w:rsidRPr="00FF4AF8" w:rsidR="00C61DC5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FF4AF8" w:rsidR="003E1941" w:rsidP="009C54AE" w:rsidRDefault="003E1941" w14:paraId="65140005" w14:textId="77777777">
      <w:pPr>
        <w:pStyle w:val="Punktygwne"/>
        <w:spacing w:before="0" w:after="0"/>
        <w:rPr>
          <w:b w:val="0"/>
          <w:smallCaps w:val="0"/>
          <w:szCs w:val="24"/>
        </w:rPr>
      </w:pPr>
    </w:p>
    <w:p w:rsidRPr="00FF4AF8" w:rsidR="0085747A" w:rsidP="009C54AE" w:rsidRDefault="0071620A" w14:paraId="4B51B84D" w14:textId="77777777">
      <w:pPr>
        <w:pStyle w:val="Punktygwne"/>
        <w:spacing w:before="0" w:after="0"/>
        <w:rPr>
          <w:smallCaps w:val="0"/>
          <w:szCs w:val="24"/>
        </w:rPr>
      </w:pPr>
      <w:r w:rsidRPr="00FF4AF8">
        <w:rPr>
          <w:smallCaps w:val="0"/>
          <w:szCs w:val="24"/>
        </w:rPr>
        <w:t xml:space="preserve">6. </w:t>
      </w:r>
      <w:r w:rsidRPr="00FF4AF8" w:rsidR="0085747A">
        <w:rPr>
          <w:smallCaps w:val="0"/>
          <w:szCs w:val="24"/>
        </w:rPr>
        <w:t>PRAKTYKI ZAWO</w:t>
      </w:r>
      <w:r w:rsidRPr="00FF4AF8" w:rsidR="009D3F3B">
        <w:rPr>
          <w:smallCaps w:val="0"/>
          <w:szCs w:val="24"/>
        </w:rPr>
        <w:t>DOWE W RAMACH PRZEDMIOTU</w:t>
      </w:r>
    </w:p>
    <w:p w:rsidRPr="00FF4AF8" w:rsidR="0085747A" w:rsidP="009C54AE" w:rsidRDefault="0085747A" w14:paraId="19183ED0" w14:textId="77777777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FF4AF8" w:rsidR="0085747A" w:rsidTr="7D0651BF" w14:paraId="52BD6EC6" w14:textId="77777777">
        <w:trPr>
          <w:trHeight w:val="397"/>
        </w:trPr>
        <w:tc>
          <w:tcPr>
            <w:tcW w:w="3544" w:type="dxa"/>
            <w:tcMar/>
          </w:tcPr>
          <w:p w:rsidRPr="00FF4AF8" w:rsidR="0085747A" w:rsidP="009C54AE" w:rsidRDefault="0085747A" w14:paraId="522E670F" w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F4AF8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FF4AF8" w:rsidR="0085747A" w:rsidP="7D0651BF" w:rsidRDefault="0085747A" w14:paraId="59349ED0" w14:textId="7DE08265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</w:rPr>
            </w:pPr>
            <w:r w:rsidRPr="7D0651BF" w:rsidR="17518FC5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FF4AF8" w:rsidR="0085747A" w:rsidTr="7D0651BF" w14:paraId="5E17E5BC" w14:textId="77777777">
        <w:trPr>
          <w:trHeight w:val="397"/>
        </w:trPr>
        <w:tc>
          <w:tcPr>
            <w:tcW w:w="3544" w:type="dxa"/>
            <w:tcMar/>
          </w:tcPr>
          <w:p w:rsidRPr="00FF4AF8" w:rsidR="0085747A" w:rsidP="009C54AE" w:rsidRDefault="0085747A" w14:paraId="484F7A45" w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F4AF8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FF4AF8" w:rsidR="0085747A" w:rsidP="7D0651BF" w:rsidRDefault="0085747A" w14:paraId="2C1288D4" w14:textId="7664F05F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</w:rPr>
            </w:pPr>
            <w:r w:rsidR="0004BEBF">
              <w:rPr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FF4AF8" w:rsidR="003E1941" w:rsidP="009C54AE" w:rsidRDefault="003E1941" w14:paraId="55D54A64" w14:textId="7777777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Pr="00FF4AF8" w:rsidR="0085747A" w:rsidP="009C54AE" w:rsidRDefault="00675843" w14:paraId="7293CA26" w14:textId="77777777">
      <w:pPr>
        <w:pStyle w:val="Punktygwne"/>
        <w:spacing w:before="0" w:after="0"/>
        <w:rPr>
          <w:smallCaps w:val="0"/>
          <w:szCs w:val="24"/>
        </w:rPr>
      </w:pPr>
      <w:r w:rsidRPr="00FF4AF8">
        <w:rPr>
          <w:smallCaps w:val="0"/>
          <w:szCs w:val="24"/>
        </w:rPr>
        <w:t xml:space="preserve">7. </w:t>
      </w:r>
      <w:r w:rsidRPr="00FF4AF8" w:rsidR="0085747A">
        <w:rPr>
          <w:smallCaps w:val="0"/>
          <w:szCs w:val="24"/>
        </w:rPr>
        <w:t>LITERATURA</w:t>
      </w:r>
    </w:p>
    <w:p w:rsidRPr="00FF4AF8" w:rsidR="00675843" w:rsidP="009C54AE" w:rsidRDefault="00675843" w14:paraId="2ABEFC42" w14:textId="77777777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FF4AF8" w:rsidR="0002090E" w:rsidTr="7D0651BF" w14:paraId="36CB7DFE" w14:textId="77777777">
        <w:trPr>
          <w:trHeight w:val="397"/>
        </w:trPr>
        <w:tc>
          <w:tcPr>
            <w:tcW w:w="7513" w:type="dxa"/>
            <w:tcMar/>
          </w:tcPr>
          <w:p w:rsidRPr="00FF4AF8" w:rsidR="0002090E" w:rsidP="7D0651BF" w:rsidRDefault="0002090E" w14:paraId="7BE02B8B" w14:textId="77777777" w14:noSpellErr="1">
            <w:pPr>
              <w:pStyle w:val="Punktygwne"/>
              <w:spacing w:before="0" w:after="0"/>
              <w:rPr>
                <w:rFonts w:eastAsia="Cambria"/>
                <w:b w:val="1"/>
                <w:bCs w:val="1"/>
              </w:rPr>
            </w:pPr>
            <w:r w:rsidRPr="7D0651BF" w:rsidR="31CBE638">
              <w:rPr>
                <w:b w:val="1"/>
                <w:bCs w:val="1"/>
                <w:caps w:val="0"/>
                <w:smallCaps w:val="0"/>
              </w:rPr>
              <w:t>Literatura podstawowa:</w:t>
            </w:r>
          </w:p>
          <w:p w:rsidR="7D0651BF" w:rsidP="7D0651BF" w:rsidRDefault="7D0651BF" w14:paraId="5DD3C696" w14:textId="5E495D4A">
            <w:pPr>
              <w:pStyle w:val="Punktygwne"/>
              <w:spacing w:before="0" w:after="0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FF4AF8" w:rsidR="0002090E" w:rsidP="0002090E" w:rsidRDefault="0002090E" w14:paraId="61F35CD8" w14:textId="77777777">
            <w:pPr>
              <w:spacing w:after="0" w:line="240" w:lineRule="auto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  <w:r w:rsidRPr="00FF4AF8">
              <w:rPr>
                <w:rFonts w:ascii="Times New Roman" w:hAnsi="Times New Roman" w:eastAsia="Cambria"/>
                <w:sz w:val="24"/>
                <w:szCs w:val="24"/>
              </w:rPr>
              <w:t xml:space="preserve">A. </w:t>
            </w:r>
            <w:proofErr w:type="spellStart"/>
            <w:r w:rsidRPr="00FF4AF8">
              <w:rPr>
                <w:rFonts w:ascii="Times New Roman" w:hAnsi="Times New Roman" w:eastAsia="Cambria"/>
                <w:sz w:val="24"/>
                <w:szCs w:val="24"/>
              </w:rPr>
              <w:t>Mezglewski</w:t>
            </w:r>
            <w:proofErr w:type="spellEnd"/>
            <w:r w:rsidRPr="00FF4AF8">
              <w:rPr>
                <w:rFonts w:ascii="Times New Roman" w:hAnsi="Times New Roman" w:eastAsia="Cambria"/>
                <w:sz w:val="24"/>
                <w:szCs w:val="24"/>
              </w:rPr>
              <w:t>, H. Misztal, P. Stanisz, Prawo wyznaniowe, Warszawa 2016.</w:t>
            </w:r>
          </w:p>
          <w:p w:rsidRPr="00FF4AF8" w:rsidR="0002090E" w:rsidP="0002090E" w:rsidRDefault="0002090E" w14:paraId="503DB34B" w14:textId="77777777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 w:eastAsia="Cambria"/>
                <w:sz w:val="24"/>
                <w:szCs w:val="24"/>
              </w:rPr>
              <w:t>K. Orzeszyna, Podstawy relacji między państwem a kościołami w konstytucjach państw członkowskich i traktatach Unii Europejskiej, Wydawnictwo KUL, Lublin 2007</w:t>
            </w:r>
          </w:p>
          <w:p w:rsidRPr="00FF4AF8" w:rsidR="0002090E" w:rsidP="0002090E" w:rsidRDefault="0002090E" w14:paraId="6A142281" w14:textId="77777777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eastAsia="Cambria"/>
                <w:sz w:val="24"/>
                <w:szCs w:val="24"/>
              </w:rPr>
            </w:pPr>
            <w:proofErr w:type="spellStart"/>
            <w:r w:rsidRPr="00FF4AF8">
              <w:rPr>
                <w:rFonts w:ascii="Times New Roman" w:hAnsi="Times New Roman" w:eastAsia="Cambria"/>
                <w:sz w:val="24"/>
                <w:szCs w:val="24"/>
              </w:rPr>
              <w:t>W.Góralski</w:t>
            </w:r>
            <w:proofErr w:type="spellEnd"/>
            <w:r w:rsidRPr="00FF4AF8">
              <w:rPr>
                <w:rFonts w:ascii="Times New Roman" w:hAnsi="Times New Roman" w:eastAsia="Cambria"/>
                <w:sz w:val="24"/>
                <w:szCs w:val="24"/>
              </w:rPr>
              <w:t>, Wstęp do prawa wyznaniowego, Płock  2003.</w:t>
            </w:r>
          </w:p>
          <w:p w:rsidRPr="00FF4AF8" w:rsidR="0002090E" w:rsidP="0002090E" w:rsidRDefault="0002090E" w14:paraId="217C9C09" w14:textId="77777777">
            <w:pPr>
              <w:pStyle w:val="Punktygwne"/>
              <w:spacing w:before="0" w:after="0"/>
              <w:rPr>
                <w:rFonts w:eastAsia="Cambria"/>
                <w:b w:val="0"/>
                <w:smallCaps w:val="0"/>
                <w:szCs w:val="24"/>
              </w:rPr>
            </w:pPr>
            <w:r w:rsidRPr="00FF4AF8">
              <w:rPr>
                <w:rFonts w:eastAsia="Cambria"/>
                <w:b w:val="0"/>
                <w:smallCaps w:val="0"/>
                <w:szCs w:val="24"/>
              </w:rPr>
              <w:t>M. Pietrzak, Prawo wyznaniowe, Warszawa 2010</w:t>
            </w:r>
          </w:p>
          <w:p w:rsidRPr="00FF4AF8" w:rsidR="00D95A90" w:rsidP="0002090E" w:rsidRDefault="00D95A90" w14:paraId="447AD1B2" w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F4AF8">
              <w:rPr>
                <w:rFonts w:eastAsia="Cambria"/>
                <w:b w:val="0"/>
                <w:i/>
                <w:smallCaps w:val="0"/>
                <w:szCs w:val="24"/>
              </w:rPr>
              <w:t xml:space="preserve">Polityka wyznaniowa a prawo III Rzeczypospolitej, </w:t>
            </w:r>
            <w:r w:rsidRPr="00FF4AF8">
              <w:rPr>
                <w:rFonts w:eastAsia="Cambria"/>
                <w:b w:val="0"/>
                <w:smallCaps w:val="0"/>
                <w:szCs w:val="24"/>
              </w:rPr>
              <w:t xml:space="preserve">red. M. </w:t>
            </w:r>
            <w:proofErr w:type="spellStart"/>
            <w:r w:rsidRPr="00FF4AF8">
              <w:rPr>
                <w:rFonts w:eastAsia="Cambria"/>
                <w:b w:val="0"/>
                <w:smallCaps w:val="0"/>
                <w:szCs w:val="24"/>
              </w:rPr>
              <w:t>Skwarzyński</w:t>
            </w:r>
            <w:proofErr w:type="spellEnd"/>
            <w:r w:rsidRPr="00FF4AF8">
              <w:rPr>
                <w:rFonts w:eastAsia="Cambria"/>
                <w:b w:val="0"/>
                <w:smallCaps w:val="0"/>
                <w:szCs w:val="24"/>
              </w:rPr>
              <w:t>, P. Steczkowski, Wyd. KUL, Lublin 2016.</w:t>
            </w:r>
          </w:p>
        </w:tc>
      </w:tr>
      <w:tr w:rsidRPr="00FF4AF8" w:rsidR="0002090E" w:rsidTr="7D0651BF" w14:paraId="2719EC40" w14:textId="77777777">
        <w:trPr>
          <w:trHeight w:val="397"/>
        </w:trPr>
        <w:tc>
          <w:tcPr>
            <w:tcW w:w="7513" w:type="dxa"/>
            <w:tcMar/>
          </w:tcPr>
          <w:p w:rsidRPr="00FF4AF8" w:rsidR="0002090E" w:rsidP="0002090E" w:rsidRDefault="0002090E" w14:paraId="37AD5B6E" w14:textId="77777777" w14:noSpellErr="1">
            <w:pPr>
              <w:suppressAutoHyphens/>
              <w:spacing w:after="0" w:line="240" w:lineRule="auto"/>
              <w:rPr>
                <w:rFonts w:ascii="Times New Roman" w:hAnsi="Times New Roman" w:eastAsia="Cambria"/>
                <w:smallCaps w:val="1"/>
                <w:sz w:val="24"/>
                <w:szCs w:val="24"/>
                <w:lang w:eastAsia="zh-CN"/>
              </w:rPr>
            </w:pPr>
            <w:r w:rsidRPr="7D0651BF" w:rsidR="31CBE638">
              <w:rPr>
                <w:rFonts w:ascii="Times New Roman" w:hAnsi="Times New Roman"/>
                <w:b w:val="1"/>
                <w:bCs w:val="1"/>
                <w:sz w:val="24"/>
                <w:szCs w:val="24"/>
                <w:lang w:eastAsia="zh-CN"/>
              </w:rPr>
              <w:t>Literatura uzupełniająca:</w:t>
            </w:r>
            <w:r w:rsidRPr="7D0651BF" w:rsidR="31CBE63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</w:p>
          <w:p w:rsidR="7D0651BF" w:rsidP="7D0651BF" w:rsidRDefault="7D0651BF" w14:paraId="499AB15F" w14:textId="4AE57490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  <w:sz w:val="22"/>
                <w:szCs w:val="22"/>
                <w:lang w:eastAsia="zh-CN"/>
              </w:rPr>
            </w:pPr>
          </w:p>
          <w:p w:rsidRPr="00FF4AF8" w:rsidR="0002090E" w:rsidP="0002090E" w:rsidRDefault="0002090E" w14:paraId="109962DB" w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sz w:val="24"/>
                <w:szCs w:val="24"/>
                <w:lang w:eastAsia="zh-CN"/>
              </w:rPr>
            </w:pPr>
            <w:proofErr w:type="spellStart"/>
            <w:r w:rsidRPr="00FF4AF8">
              <w:rPr>
                <w:rFonts w:ascii="Times New Roman" w:hAnsi="Times New Roman" w:eastAsia="Cambria"/>
                <w:sz w:val="24"/>
                <w:szCs w:val="24"/>
                <w:lang w:eastAsia="zh-CN"/>
              </w:rPr>
              <w:t>J.Dudziak</w:t>
            </w:r>
            <w:proofErr w:type="spellEnd"/>
            <w:r w:rsidRPr="00FF4AF8">
              <w:rPr>
                <w:rFonts w:ascii="Times New Roman" w:hAnsi="Times New Roman" w:eastAsia="Cambria"/>
                <w:sz w:val="24"/>
                <w:szCs w:val="24"/>
                <w:lang w:eastAsia="zh-CN"/>
              </w:rPr>
              <w:t>, Gwarancje wolności religijnej w konkordacie, Tarnów 2002.</w:t>
            </w:r>
          </w:p>
          <w:p w:rsidRPr="00FF4AF8" w:rsidR="0002090E" w:rsidP="0002090E" w:rsidRDefault="0002090E" w14:paraId="67722181" w14:textId="77777777">
            <w:pPr>
              <w:suppressAutoHyphens/>
              <w:spacing w:after="0" w:line="240" w:lineRule="auto"/>
              <w:rPr>
                <w:rFonts w:ascii="Times New Roman" w:hAnsi="Times New Roman" w:eastAsia="Cambria"/>
                <w:sz w:val="24"/>
                <w:szCs w:val="24"/>
                <w:lang w:eastAsia="zh-CN"/>
              </w:rPr>
            </w:pPr>
            <w:r w:rsidRPr="00FF4AF8">
              <w:rPr>
                <w:rFonts w:ascii="Times New Roman" w:hAnsi="Times New Roman" w:eastAsia="Cambria"/>
                <w:sz w:val="24"/>
                <w:szCs w:val="24"/>
                <w:lang w:eastAsia="zh-CN"/>
              </w:rPr>
              <w:t xml:space="preserve">M. Safjan, Wolność religijna w konstytucjach państw europejskich, w: Kultura i Prawo, red. J. Krukowski, O. </w:t>
            </w:r>
            <w:proofErr w:type="spellStart"/>
            <w:r w:rsidRPr="00FF4AF8">
              <w:rPr>
                <w:rFonts w:ascii="Times New Roman" w:hAnsi="Times New Roman" w:eastAsia="Cambria"/>
                <w:sz w:val="24"/>
                <w:szCs w:val="24"/>
                <w:lang w:eastAsia="zh-CN"/>
              </w:rPr>
              <w:t>Theisen</w:t>
            </w:r>
            <w:proofErr w:type="spellEnd"/>
            <w:r w:rsidRPr="00FF4AF8">
              <w:rPr>
                <w:rFonts w:ascii="Times New Roman" w:hAnsi="Times New Roman" w:eastAsia="Cambria"/>
                <w:sz w:val="24"/>
                <w:szCs w:val="24"/>
                <w:lang w:eastAsia="zh-CN"/>
              </w:rPr>
              <w:t>, Lublin 2003, 43-73.</w:t>
            </w:r>
          </w:p>
          <w:p w:rsidRPr="00FF4AF8" w:rsidR="0002090E" w:rsidP="0002090E" w:rsidRDefault="0002090E" w14:paraId="207C49AD" w14:textId="77777777">
            <w:pPr>
              <w:suppressAutoHyphens/>
              <w:spacing w:after="0" w:line="240" w:lineRule="auto"/>
              <w:rPr>
                <w:rFonts w:ascii="Times New Roman" w:hAnsi="Times New Roman" w:eastAsia="Cambria"/>
                <w:sz w:val="24"/>
                <w:szCs w:val="24"/>
                <w:lang w:eastAsia="zh-CN"/>
              </w:rPr>
            </w:pPr>
            <w:r w:rsidRPr="00FF4AF8">
              <w:rPr>
                <w:rFonts w:ascii="Times New Roman" w:hAnsi="Times New Roman" w:eastAsia="Cambria"/>
                <w:sz w:val="24"/>
                <w:szCs w:val="24"/>
                <w:lang w:eastAsia="zh-CN"/>
              </w:rPr>
              <w:t>J. Krukowski, Kościół i państwo. Podstawy relacji prawnych, Lublin 2000</w:t>
            </w:r>
          </w:p>
          <w:p w:rsidRPr="00FF4AF8" w:rsidR="0002090E" w:rsidP="0002090E" w:rsidRDefault="0002090E" w14:paraId="5B233655" w14:textId="77777777">
            <w:pPr>
              <w:suppressAutoHyphens/>
              <w:spacing w:after="0" w:line="240" w:lineRule="auto"/>
              <w:rPr>
                <w:rFonts w:ascii="Times New Roman" w:hAnsi="Times New Roman" w:eastAsia="Cambria"/>
                <w:sz w:val="24"/>
                <w:szCs w:val="24"/>
                <w:lang w:eastAsia="zh-CN"/>
              </w:rPr>
            </w:pPr>
            <w:r w:rsidRPr="00FF4AF8">
              <w:rPr>
                <w:rFonts w:ascii="Times New Roman" w:hAnsi="Times New Roman" w:eastAsia="Cambria"/>
                <w:sz w:val="24"/>
                <w:szCs w:val="24"/>
                <w:lang w:eastAsia="zh-CN"/>
              </w:rPr>
              <w:t>J. Krukowski, Polskie prawo wyznaniowe, Warszawa 2005</w:t>
            </w:r>
          </w:p>
          <w:p w:rsidRPr="00FF4AF8" w:rsidR="0002090E" w:rsidP="0002090E" w:rsidRDefault="0002090E" w14:paraId="70E8357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eastAsia="Cambria"/>
                <w:sz w:val="24"/>
                <w:szCs w:val="24"/>
                <w:lang w:eastAsia="zh-CN"/>
              </w:rPr>
            </w:pPr>
            <w:r w:rsidRPr="00FF4AF8">
              <w:rPr>
                <w:rFonts w:ascii="Times New Roman" w:hAnsi="Times New Roman" w:eastAsia="Cambria"/>
                <w:sz w:val="24"/>
                <w:szCs w:val="24"/>
                <w:lang w:eastAsia="zh-CN"/>
              </w:rPr>
              <w:t>Prawo wyznaniowe w Polsce (1989-2009), red. D. Walencik, Katowice-Bielsko-Biała 2009</w:t>
            </w:r>
          </w:p>
          <w:p w:rsidRPr="00FF4AF8" w:rsidR="0002090E" w:rsidP="0002090E" w:rsidRDefault="0002090E" w14:paraId="1758073A" w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FF4AF8">
              <w:rPr>
                <w:rFonts w:eastAsia="Cambria"/>
                <w:b w:val="0"/>
                <w:szCs w:val="24"/>
                <w:lang w:eastAsia="zh-CN"/>
              </w:rPr>
              <w:t>B. Rakoczy, Ustawa o stosunku państwa do Kościoła katolickiego w RP. Komentarz, Warszawa 2008.</w:t>
            </w:r>
          </w:p>
        </w:tc>
      </w:tr>
    </w:tbl>
    <w:p w:rsidRPr="00FF4AF8" w:rsidR="0085747A" w:rsidP="009C54AE" w:rsidRDefault="0085747A" w14:paraId="28892539" w14:textId="7777777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Pr="00FF4AF8" w:rsidR="0085747A" w:rsidP="009C54AE" w:rsidRDefault="0085747A" w14:paraId="3065CA9C" w14:textId="7777777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Pr="00FF4AF8" w:rsidR="0085747A" w:rsidP="00F83B28" w:rsidRDefault="0085747A" w14:paraId="4C1A806A" w14:textId="77777777">
      <w:pPr>
        <w:pStyle w:val="Punktygwne"/>
        <w:spacing w:before="0" w:after="0"/>
        <w:ind w:left="360"/>
        <w:rPr>
          <w:szCs w:val="24"/>
        </w:rPr>
      </w:pPr>
      <w:r w:rsidRPr="00FF4AF8">
        <w:rPr>
          <w:b w:val="0"/>
          <w:smallCaps w:val="0"/>
          <w:szCs w:val="24"/>
        </w:rPr>
        <w:t>Akceptacja Kierownika Jednostki lub osoby upoważnionej</w:t>
      </w:r>
    </w:p>
    <w:sectPr w:rsidRPr="00FF4AF8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82BA6" w:rsidP="00C16ABF" w:rsidRDefault="00782BA6" w14:paraId="1A09F3C2" w14:textId="77777777">
      <w:pPr>
        <w:spacing w:after="0" w:line="240" w:lineRule="auto"/>
      </w:pPr>
      <w:r>
        <w:separator/>
      </w:r>
    </w:p>
  </w:endnote>
  <w:endnote w:type="continuationSeparator" w:id="0">
    <w:p w:rsidR="00782BA6" w:rsidP="00C16ABF" w:rsidRDefault="00782BA6" w14:paraId="43CCFE9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82BA6" w:rsidP="00C16ABF" w:rsidRDefault="00782BA6" w14:paraId="39A127BD" w14:textId="77777777">
      <w:pPr>
        <w:spacing w:after="0" w:line="240" w:lineRule="auto"/>
      </w:pPr>
      <w:r>
        <w:separator/>
      </w:r>
    </w:p>
  </w:footnote>
  <w:footnote w:type="continuationSeparator" w:id="0">
    <w:p w:rsidR="00782BA6" w:rsidP="00C16ABF" w:rsidRDefault="00782BA6" w14:paraId="656E9802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1457E0"/>
    <w:multiLevelType w:val="hybridMultilevel"/>
    <w:tmpl w:val="51188892"/>
    <w:lvl w:ilvl="0" w:tplc="A9083DC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B8"/>
    <w:rsid w:val="000048FD"/>
    <w:rsid w:val="000077B4"/>
    <w:rsid w:val="00015B8F"/>
    <w:rsid w:val="0002090E"/>
    <w:rsid w:val="00022ECE"/>
    <w:rsid w:val="00042A51"/>
    <w:rsid w:val="00042D2E"/>
    <w:rsid w:val="00044C82"/>
    <w:rsid w:val="0004BEBF"/>
    <w:rsid w:val="00070ED6"/>
    <w:rsid w:val="000742DC"/>
    <w:rsid w:val="00084C12"/>
    <w:rsid w:val="00090E6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F70"/>
    <w:rsid w:val="000D04B0"/>
    <w:rsid w:val="000E117B"/>
    <w:rsid w:val="000E1789"/>
    <w:rsid w:val="000F1C57"/>
    <w:rsid w:val="000F5615"/>
    <w:rsid w:val="00124AE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435"/>
    <w:rsid w:val="00184790"/>
    <w:rsid w:val="00192F37"/>
    <w:rsid w:val="001A4E8B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4656"/>
    <w:rsid w:val="0024028F"/>
    <w:rsid w:val="00244ABC"/>
    <w:rsid w:val="0028083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DCF"/>
    <w:rsid w:val="002C1F06"/>
    <w:rsid w:val="002D3375"/>
    <w:rsid w:val="002D73D4"/>
    <w:rsid w:val="002E47F6"/>
    <w:rsid w:val="002F02A3"/>
    <w:rsid w:val="002F4ABE"/>
    <w:rsid w:val="003018BA"/>
    <w:rsid w:val="0030395F"/>
    <w:rsid w:val="00305C92"/>
    <w:rsid w:val="003151C5"/>
    <w:rsid w:val="00320EE2"/>
    <w:rsid w:val="003343CF"/>
    <w:rsid w:val="00346FE9"/>
    <w:rsid w:val="0034759A"/>
    <w:rsid w:val="003503F6"/>
    <w:rsid w:val="003530DD"/>
    <w:rsid w:val="003620C6"/>
    <w:rsid w:val="00363F78"/>
    <w:rsid w:val="003847E5"/>
    <w:rsid w:val="003A0A5B"/>
    <w:rsid w:val="003A1176"/>
    <w:rsid w:val="003B016B"/>
    <w:rsid w:val="003C0BAE"/>
    <w:rsid w:val="003C2186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AB6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EB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0CA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0BA"/>
    <w:rsid w:val="006D050F"/>
    <w:rsid w:val="006D6139"/>
    <w:rsid w:val="006E5D65"/>
    <w:rsid w:val="006E763D"/>
    <w:rsid w:val="006F1282"/>
    <w:rsid w:val="006F1FBC"/>
    <w:rsid w:val="006F31E2"/>
    <w:rsid w:val="00706544"/>
    <w:rsid w:val="007072BA"/>
    <w:rsid w:val="0071620A"/>
    <w:rsid w:val="00724677"/>
    <w:rsid w:val="00725459"/>
    <w:rsid w:val="00726014"/>
    <w:rsid w:val="007327BD"/>
    <w:rsid w:val="00734608"/>
    <w:rsid w:val="00745302"/>
    <w:rsid w:val="007461D6"/>
    <w:rsid w:val="00746EC8"/>
    <w:rsid w:val="00763BF1"/>
    <w:rsid w:val="00766FD4"/>
    <w:rsid w:val="0078168C"/>
    <w:rsid w:val="00782BA6"/>
    <w:rsid w:val="00787C2A"/>
    <w:rsid w:val="00790E27"/>
    <w:rsid w:val="007A29EF"/>
    <w:rsid w:val="007A4022"/>
    <w:rsid w:val="007A6E6E"/>
    <w:rsid w:val="007C3299"/>
    <w:rsid w:val="007C3BCC"/>
    <w:rsid w:val="007C4546"/>
    <w:rsid w:val="007D6E56"/>
    <w:rsid w:val="007E006F"/>
    <w:rsid w:val="007F4155"/>
    <w:rsid w:val="00813DB9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1E3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16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558"/>
    <w:rsid w:val="00AC00BD"/>
    <w:rsid w:val="00AD1146"/>
    <w:rsid w:val="00AD27D3"/>
    <w:rsid w:val="00AD66D6"/>
    <w:rsid w:val="00AE1160"/>
    <w:rsid w:val="00AE203C"/>
    <w:rsid w:val="00AE2E74"/>
    <w:rsid w:val="00AE5FCB"/>
    <w:rsid w:val="00AF1AE7"/>
    <w:rsid w:val="00AF2C1E"/>
    <w:rsid w:val="00B04E9A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9B3"/>
    <w:rsid w:val="00B8056E"/>
    <w:rsid w:val="00B819C8"/>
    <w:rsid w:val="00B82308"/>
    <w:rsid w:val="00B90885"/>
    <w:rsid w:val="00BB520A"/>
    <w:rsid w:val="00BD3869"/>
    <w:rsid w:val="00BD66E9"/>
    <w:rsid w:val="00BD6DDB"/>
    <w:rsid w:val="00BD6FF4"/>
    <w:rsid w:val="00BF2C41"/>
    <w:rsid w:val="00C058B4"/>
    <w:rsid w:val="00C05F44"/>
    <w:rsid w:val="00C131B5"/>
    <w:rsid w:val="00C16ABF"/>
    <w:rsid w:val="00C170AE"/>
    <w:rsid w:val="00C269C7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0F5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224"/>
    <w:rsid w:val="00D425B2"/>
    <w:rsid w:val="00D428D6"/>
    <w:rsid w:val="00D504B1"/>
    <w:rsid w:val="00D552B2"/>
    <w:rsid w:val="00D57A8A"/>
    <w:rsid w:val="00D6062F"/>
    <w:rsid w:val="00D608D1"/>
    <w:rsid w:val="00D74119"/>
    <w:rsid w:val="00D8075B"/>
    <w:rsid w:val="00D8678B"/>
    <w:rsid w:val="00D95A90"/>
    <w:rsid w:val="00DA2114"/>
    <w:rsid w:val="00DB1EE4"/>
    <w:rsid w:val="00DE09C0"/>
    <w:rsid w:val="00DE2D0A"/>
    <w:rsid w:val="00DE4A14"/>
    <w:rsid w:val="00DE4EB3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25E"/>
    <w:rsid w:val="00EC4899"/>
    <w:rsid w:val="00ED03AB"/>
    <w:rsid w:val="00ED32D2"/>
    <w:rsid w:val="00EE10CA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AF8"/>
    <w:rsid w:val="00FF5E7D"/>
    <w:rsid w:val="02159E57"/>
    <w:rsid w:val="056D4B62"/>
    <w:rsid w:val="085319C7"/>
    <w:rsid w:val="0A72D54C"/>
    <w:rsid w:val="12C294B8"/>
    <w:rsid w:val="153FB285"/>
    <w:rsid w:val="17518FC5"/>
    <w:rsid w:val="1C716484"/>
    <w:rsid w:val="1D5D39F1"/>
    <w:rsid w:val="1DF8D16D"/>
    <w:rsid w:val="20D504B1"/>
    <w:rsid w:val="20D6D8C6"/>
    <w:rsid w:val="221782B7"/>
    <w:rsid w:val="221782B7"/>
    <w:rsid w:val="22AE8397"/>
    <w:rsid w:val="236CF04F"/>
    <w:rsid w:val="23B35318"/>
    <w:rsid w:val="261A5612"/>
    <w:rsid w:val="28F405C8"/>
    <w:rsid w:val="2A22949C"/>
    <w:rsid w:val="2C4E6ED2"/>
    <w:rsid w:val="31CBE638"/>
    <w:rsid w:val="32181D3E"/>
    <w:rsid w:val="322DA681"/>
    <w:rsid w:val="341D4BC3"/>
    <w:rsid w:val="3A2CE438"/>
    <w:rsid w:val="3B10F433"/>
    <w:rsid w:val="3FAC1896"/>
    <w:rsid w:val="419BBCDD"/>
    <w:rsid w:val="42994D42"/>
    <w:rsid w:val="43378D3E"/>
    <w:rsid w:val="44A3B93C"/>
    <w:rsid w:val="46533223"/>
    <w:rsid w:val="47CFE7E1"/>
    <w:rsid w:val="49AEBC48"/>
    <w:rsid w:val="49B50C75"/>
    <w:rsid w:val="4D84D5D8"/>
    <w:rsid w:val="4E367E45"/>
    <w:rsid w:val="506881C0"/>
    <w:rsid w:val="546D4690"/>
    <w:rsid w:val="5745112C"/>
    <w:rsid w:val="5A713666"/>
    <w:rsid w:val="5E7F28D8"/>
    <w:rsid w:val="5FE2B196"/>
    <w:rsid w:val="6581EBBD"/>
    <w:rsid w:val="669B76E0"/>
    <w:rsid w:val="66D6BC0D"/>
    <w:rsid w:val="692F950D"/>
    <w:rsid w:val="6A13F0E0"/>
    <w:rsid w:val="6B213A17"/>
    <w:rsid w:val="719A4149"/>
    <w:rsid w:val="731B23C1"/>
    <w:rsid w:val="7343B3CF"/>
    <w:rsid w:val="735782EE"/>
    <w:rsid w:val="745076E6"/>
    <w:rsid w:val="74C66FEE"/>
    <w:rsid w:val="75DF28BC"/>
    <w:rsid w:val="7605789D"/>
    <w:rsid w:val="77F29E93"/>
    <w:rsid w:val="7D0651BF"/>
    <w:rsid w:val="7D072010"/>
    <w:rsid w:val="7D26A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0CC0C"/>
  <w15:docId w15:val="{B2948C73-47B3-424E-B74E-D4F561A7370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W8Num1z0" w:customStyle="1">
    <w:name w:val="WW8Num1z0"/>
    <w:rsid w:val="00DB1EE4"/>
  </w:style>
  <w:style w:type="character" w:styleId="WW8Num2z5" w:customStyle="1">
    <w:name w:val="WW8Num2z5"/>
    <w:rsid w:val="003C2186"/>
  </w:style>
  <w:style w:type="paragraph" w:styleId="TableParagraph" w:customStyle="1">
    <w:name w:val="Table Paragraph"/>
    <w:basedOn w:val="Normalny"/>
    <w:uiPriority w:val="1"/>
    <w:qFormat/>
    <w:rsid w:val="007E006F"/>
    <w:pPr>
      <w:widowControl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5131E-D3D8-48CC-AA8F-F1737A8BCF4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18</revision>
  <lastPrinted>2019-02-06T12:12:00.0000000Z</lastPrinted>
  <dcterms:created xsi:type="dcterms:W3CDTF">2020-10-28T07:56:00.0000000Z</dcterms:created>
  <dcterms:modified xsi:type="dcterms:W3CDTF">2022-01-21T11:53:43.3937375Z</dcterms:modified>
</coreProperties>
</file>